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8B2" w:rsidRDefault="000278B2" w:rsidP="00305122">
      <w:pPr>
        <w:pStyle w:val="Heading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284"/>
        <w:jc w:val="center"/>
        <w:rPr>
          <w:b/>
          <w:szCs w:val="36"/>
        </w:rPr>
      </w:pPr>
    </w:p>
    <w:p w:rsidR="000278B2" w:rsidRPr="00B561BE" w:rsidRDefault="000278B2" w:rsidP="00305122">
      <w:pPr>
        <w:pStyle w:val="Heading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284"/>
        <w:jc w:val="center"/>
        <w:rPr>
          <w:b/>
          <w:szCs w:val="36"/>
        </w:rPr>
      </w:pPr>
      <w:r>
        <w:rPr>
          <w:b/>
          <w:szCs w:val="36"/>
        </w:rPr>
        <w:t>ОБЩЕСТВО С ОГРАНИЧЕННОЙ ОТВЕТСТВЕННОСТЬЮ</w:t>
      </w:r>
    </w:p>
    <w:p w:rsidR="000278B2" w:rsidRPr="00B561BE" w:rsidRDefault="000278B2" w:rsidP="00305122">
      <w:pPr>
        <w:pStyle w:val="Heading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284"/>
        <w:jc w:val="center"/>
        <w:rPr>
          <w:b/>
          <w:szCs w:val="36"/>
        </w:rPr>
      </w:pPr>
      <w:r w:rsidRPr="00B561BE">
        <w:rPr>
          <w:b/>
          <w:szCs w:val="36"/>
        </w:rPr>
        <w:t>«ИНСТИТУТ  ГИПРОВОДХОЗ»</w:t>
      </w:r>
    </w:p>
    <w:p w:rsidR="000278B2" w:rsidRPr="00B561BE" w:rsidRDefault="000278B2" w:rsidP="00305122">
      <w:pPr>
        <w:pStyle w:val="Heading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Cs w:val="36"/>
        </w:rPr>
      </w:pPr>
    </w:p>
    <w:p w:rsidR="000278B2" w:rsidRPr="00B561BE" w:rsidRDefault="000278B2" w:rsidP="00305122">
      <w:pPr>
        <w:pStyle w:val="Heading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Cs w:val="36"/>
        </w:rPr>
      </w:pPr>
    </w:p>
    <w:p w:rsidR="000278B2" w:rsidRDefault="000278B2" w:rsidP="00305122">
      <w:pPr>
        <w:pStyle w:val="Heading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426"/>
        <w:jc w:val="center"/>
        <w:rPr>
          <w:b/>
          <w:sz w:val="40"/>
        </w:rPr>
      </w:pPr>
    </w:p>
    <w:p w:rsidR="000278B2" w:rsidRPr="0014206D" w:rsidRDefault="000278B2" w:rsidP="00305122">
      <w:pPr>
        <w:pStyle w:val="Heading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426"/>
        <w:jc w:val="center"/>
        <w:rPr>
          <w:b/>
          <w:sz w:val="40"/>
        </w:rPr>
      </w:pPr>
      <w:r>
        <w:rPr>
          <w:rFonts w:ascii="Cambria" w:hAnsi="Cambria"/>
          <w:b/>
          <w:bCs/>
          <w:szCs w:val="36"/>
        </w:rPr>
        <w:t xml:space="preserve">Проект планировки территории и проект межевания территории в составе проекта планировки территории для линейного объекта: </w:t>
      </w:r>
      <w:r w:rsidRPr="00C2699C">
        <w:rPr>
          <w:rFonts w:ascii="Cambria" w:hAnsi="Cambria"/>
          <w:b/>
          <w:bCs/>
          <w:szCs w:val="36"/>
        </w:rPr>
        <w:t>«</w:t>
      </w:r>
      <w:r>
        <w:rPr>
          <w:rFonts w:ascii="Cambria" w:hAnsi="Cambria"/>
          <w:b/>
          <w:bCs/>
          <w:szCs w:val="36"/>
        </w:rPr>
        <w:t>Экологическая реабилитация Людиновского</w:t>
      </w:r>
      <w:r w:rsidRPr="00665BAB">
        <w:rPr>
          <w:rFonts w:ascii="Cambria" w:hAnsi="Cambria"/>
          <w:b/>
          <w:bCs/>
          <w:szCs w:val="36"/>
        </w:rPr>
        <w:t xml:space="preserve"> </w:t>
      </w:r>
      <w:r>
        <w:rPr>
          <w:rFonts w:ascii="Cambria" w:hAnsi="Cambria"/>
          <w:b/>
          <w:bCs/>
          <w:szCs w:val="36"/>
        </w:rPr>
        <w:t>водохранилища в городе Людиново Калужской</w:t>
      </w:r>
      <w:r w:rsidRPr="00C2699C">
        <w:rPr>
          <w:rFonts w:ascii="Cambria" w:hAnsi="Cambria"/>
          <w:b/>
          <w:bCs/>
          <w:szCs w:val="36"/>
        </w:rPr>
        <w:t xml:space="preserve"> области</w:t>
      </w:r>
      <w:r>
        <w:rPr>
          <w:rFonts w:ascii="Cambria" w:hAnsi="Cambria"/>
          <w:b/>
          <w:bCs/>
          <w:szCs w:val="36"/>
        </w:rPr>
        <w:t>»</w:t>
      </w:r>
      <w:r>
        <w:rPr>
          <w:b/>
          <w:sz w:val="40"/>
        </w:rPr>
        <w:t xml:space="preserve"> </w:t>
      </w:r>
    </w:p>
    <w:p w:rsidR="000278B2" w:rsidRDefault="000278B2" w:rsidP="00305122">
      <w:pPr>
        <w:pStyle w:val="Heading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426"/>
        <w:jc w:val="center"/>
        <w:rPr>
          <w:b/>
          <w:szCs w:val="36"/>
        </w:rPr>
      </w:pPr>
    </w:p>
    <w:p w:rsidR="000278B2" w:rsidRDefault="000278B2" w:rsidP="00305122">
      <w:pPr>
        <w:pStyle w:val="Heading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284"/>
        <w:jc w:val="center"/>
        <w:rPr>
          <w:b/>
          <w:szCs w:val="36"/>
        </w:rPr>
      </w:pPr>
    </w:p>
    <w:p w:rsidR="000278B2" w:rsidRDefault="000278B2" w:rsidP="00305122">
      <w:pPr>
        <w:pStyle w:val="Heading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284"/>
        <w:jc w:val="center"/>
        <w:rPr>
          <w:b/>
          <w:szCs w:val="36"/>
        </w:rPr>
      </w:pPr>
      <w:r>
        <w:rPr>
          <w:b/>
          <w:szCs w:val="36"/>
        </w:rPr>
        <w:t>ТОМ 1</w:t>
      </w:r>
    </w:p>
    <w:p w:rsidR="000278B2" w:rsidRPr="005328D7" w:rsidRDefault="000278B2" w:rsidP="0030512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284"/>
      </w:pPr>
    </w:p>
    <w:p w:rsidR="000278B2" w:rsidRDefault="000278B2" w:rsidP="00305122">
      <w:pPr>
        <w:pStyle w:val="Heading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284"/>
        <w:contextualSpacing/>
        <w:jc w:val="center"/>
        <w:rPr>
          <w:b/>
          <w:sz w:val="32"/>
          <w:szCs w:val="32"/>
        </w:rPr>
      </w:pPr>
    </w:p>
    <w:p w:rsidR="000278B2" w:rsidRDefault="000278B2" w:rsidP="00305122">
      <w:pPr>
        <w:pStyle w:val="Heading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284"/>
        <w:contextualSpacing/>
        <w:jc w:val="center"/>
        <w:rPr>
          <w:b/>
          <w:sz w:val="32"/>
          <w:szCs w:val="32"/>
        </w:rPr>
      </w:pPr>
      <w:r>
        <w:rPr>
          <w:rFonts w:ascii="Cambria" w:hAnsi="Cambria"/>
          <w:b/>
          <w:bCs/>
          <w:szCs w:val="36"/>
        </w:rPr>
        <w:t>Основная (утверждаемая) часть Положения о характеристиках развития систем инженерно-</w:t>
      </w:r>
      <w:r w:rsidRPr="00665BAB">
        <w:rPr>
          <w:rFonts w:ascii="Cambria" w:hAnsi="Cambria"/>
          <w:b/>
          <w:bCs/>
          <w:szCs w:val="36"/>
        </w:rPr>
        <w:t xml:space="preserve"> </w:t>
      </w:r>
      <w:r>
        <w:rPr>
          <w:rFonts w:ascii="Cambria" w:hAnsi="Cambria"/>
          <w:b/>
          <w:bCs/>
          <w:szCs w:val="36"/>
        </w:rPr>
        <w:t>технического обеспечения, необходимых</w:t>
      </w:r>
      <w:r w:rsidRPr="00665BAB">
        <w:rPr>
          <w:rFonts w:ascii="Cambria" w:hAnsi="Cambria"/>
          <w:b/>
          <w:bCs/>
          <w:szCs w:val="36"/>
        </w:rPr>
        <w:t xml:space="preserve"> </w:t>
      </w:r>
      <w:r>
        <w:rPr>
          <w:rFonts w:ascii="Cambria" w:hAnsi="Cambria"/>
          <w:b/>
          <w:bCs/>
          <w:szCs w:val="36"/>
        </w:rPr>
        <w:t>для развития территории</w:t>
      </w:r>
    </w:p>
    <w:p w:rsidR="000278B2" w:rsidRPr="00B561BE" w:rsidRDefault="000278B2" w:rsidP="00305122">
      <w:pPr>
        <w:pStyle w:val="Heading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284"/>
        <w:jc w:val="center"/>
        <w:rPr>
          <w:b/>
          <w:szCs w:val="36"/>
        </w:rPr>
      </w:pPr>
    </w:p>
    <w:p w:rsidR="000278B2" w:rsidRDefault="000278B2" w:rsidP="00305122">
      <w:pPr>
        <w:pStyle w:val="Heading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284"/>
        <w:jc w:val="center"/>
        <w:rPr>
          <w:b/>
          <w:szCs w:val="36"/>
        </w:rPr>
      </w:pPr>
    </w:p>
    <w:p w:rsidR="000278B2" w:rsidRDefault="000278B2" w:rsidP="00305122">
      <w:pPr>
        <w:pStyle w:val="Heading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ind w:firstLine="284"/>
        <w:jc w:val="center"/>
        <w:rPr>
          <w:b/>
          <w:sz w:val="28"/>
          <w:szCs w:val="36"/>
        </w:rPr>
      </w:pPr>
    </w:p>
    <w:p w:rsidR="000278B2" w:rsidRDefault="000278B2" w:rsidP="00305122">
      <w:pPr>
        <w:pStyle w:val="Heading1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ind w:firstLine="284"/>
        <w:jc w:val="center"/>
        <w:rPr>
          <w:b/>
          <w:sz w:val="28"/>
          <w:szCs w:val="36"/>
        </w:rPr>
      </w:pPr>
    </w:p>
    <w:p w:rsidR="000278B2" w:rsidRDefault="000278B2" w:rsidP="0030512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0278B2" w:rsidRDefault="000278B2" w:rsidP="0030512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0278B2" w:rsidRDefault="000278B2" w:rsidP="0030512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0278B2" w:rsidRDefault="000278B2" w:rsidP="0030512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0278B2" w:rsidRDefault="000278B2" w:rsidP="0030512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0278B2" w:rsidRDefault="000278B2" w:rsidP="0030512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0278B2" w:rsidRDefault="000278B2" w:rsidP="0030512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0278B2" w:rsidRDefault="000278B2" w:rsidP="0030512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567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г.Кострома 2016</w:t>
      </w:r>
      <w:r w:rsidRPr="008F16CD">
        <w:rPr>
          <w:rFonts w:ascii="Times New Roman" w:hAnsi="Times New Roman"/>
          <w:b/>
          <w:sz w:val="32"/>
          <w:szCs w:val="28"/>
        </w:rPr>
        <w:t xml:space="preserve"> г</w:t>
      </w:r>
      <w:r>
        <w:rPr>
          <w:rFonts w:ascii="Times New Roman" w:hAnsi="Times New Roman"/>
          <w:b/>
          <w:sz w:val="32"/>
          <w:szCs w:val="28"/>
        </w:rPr>
        <w:t>.</w:t>
      </w:r>
    </w:p>
    <w:p w:rsidR="000278B2" w:rsidRDefault="000278B2" w:rsidP="004D0714">
      <w:pPr>
        <w:jc w:val="center"/>
        <w:rPr>
          <w:rFonts w:ascii="Times New Roman" w:hAnsi="Times New Roman"/>
          <w:b/>
          <w:kern w:val="2"/>
          <w:szCs w:val="24"/>
        </w:rPr>
      </w:pPr>
      <w:r w:rsidRPr="00BC33E7">
        <w:rPr>
          <w:rFonts w:ascii="Times New Roman" w:hAnsi="Times New Roman"/>
          <w:b/>
          <w:kern w:val="2"/>
          <w:szCs w:val="24"/>
        </w:rPr>
        <w:t xml:space="preserve">  </w:t>
      </w:r>
    </w:p>
    <w:p w:rsidR="000278B2" w:rsidRPr="00BC33E7" w:rsidRDefault="000278B2" w:rsidP="004D0714">
      <w:pPr>
        <w:jc w:val="center"/>
        <w:rPr>
          <w:rFonts w:ascii="Times New Roman" w:hAnsi="Times New Roman"/>
          <w:b/>
          <w:kern w:val="2"/>
          <w:szCs w:val="24"/>
        </w:rPr>
      </w:pPr>
      <w:r w:rsidRPr="00BC33E7">
        <w:rPr>
          <w:rFonts w:ascii="Times New Roman" w:hAnsi="Times New Roman"/>
          <w:b/>
          <w:kern w:val="2"/>
          <w:szCs w:val="24"/>
        </w:rPr>
        <w:t xml:space="preserve"> </w:t>
      </w:r>
      <w:r>
        <w:rPr>
          <w:rFonts w:ascii="Times New Roman" w:hAnsi="Times New Roman"/>
          <w:b/>
          <w:kern w:val="2"/>
          <w:szCs w:val="24"/>
        </w:rPr>
        <w:t>СОСТАВ ПРОЕКТА ПЛАНИРОВКИ И МЕЖЕВАНИЯ</w:t>
      </w:r>
    </w:p>
    <w:tbl>
      <w:tblPr>
        <w:tblW w:w="0" w:type="auto"/>
        <w:jc w:val="center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8"/>
        <w:gridCol w:w="7655"/>
        <w:gridCol w:w="1008"/>
      </w:tblGrid>
      <w:tr w:rsidR="000278B2" w:rsidRPr="000D01BD" w:rsidTr="00906D5B">
        <w:trPr>
          <w:trHeight w:val="547"/>
          <w:jc w:val="center"/>
        </w:trPr>
        <w:tc>
          <w:tcPr>
            <w:tcW w:w="65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№ п/п</w:t>
            </w:r>
          </w:p>
        </w:tc>
        <w:tc>
          <w:tcPr>
            <w:tcW w:w="7720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b/>
                <w:kern w:val="2"/>
                <w:sz w:val="24"/>
                <w:szCs w:val="24"/>
              </w:rPr>
              <w:t>Наименование</w:t>
            </w:r>
          </w:p>
        </w:tc>
        <w:tc>
          <w:tcPr>
            <w:tcW w:w="942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b/>
                <w:kern w:val="2"/>
                <w:sz w:val="24"/>
                <w:szCs w:val="24"/>
              </w:rPr>
              <w:t>Прим</w:t>
            </w:r>
          </w:p>
        </w:tc>
      </w:tr>
      <w:tr w:rsidR="000278B2" w:rsidRPr="000D01BD" w:rsidTr="00906D5B">
        <w:trPr>
          <w:jc w:val="center"/>
        </w:trPr>
        <w:tc>
          <w:tcPr>
            <w:tcW w:w="65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7720" w:type="dxa"/>
          </w:tcPr>
          <w:p w:rsidR="000278B2" w:rsidRPr="000D01BD" w:rsidRDefault="000278B2" w:rsidP="001C040F">
            <w:pPr>
              <w:spacing w:line="360" w:lineRule="auto"/>
              <w:contextualSpacing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b/>
                <w:kern w:val="2"/>
                <w:sz w:val="24"/>
                <w:szCs w:val="24"/>
              </w:rPr>
              <w:t>Основная часть (утверждаемые материалы)</w:t>
            </w:r>
          </w:p>
        </w:tc>
        <w:tc>
          <w:tcPr>
            <w:tcW w:w="942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0278B2" w:rsidRPr="000D01BD" w:rsidTr="00906D5B">
        <w:trPr>
          <w:jc w:val="center"/>
        </w:trPr>
        <w:tc>
          <w:tcPr>
            <w:tcW w:w="65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720" w:type="dxa"/>
          </w:tcPr>
          <w:p w:rsidR="000278B2" w:rsidRPr="000D01BD" w:rsidRDefault="000278B2" w:rsidP="001C040F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Положение о характеристиках развития систем инженерно-технического обеспечения, необходимых для развития территории</w:t>
            </w:r>
          </w:p>
        </w:tc>
        <w:tc>
          <w:tcPr>
            <w:tcW w:w="942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Том 1</w:t>
            </w:r>
          </w:p>
        </w:tc>
      </w:tr>
      <w:tr w:rsidR="000278B2" w:rsidRPr="000D01BD" w:rsidTr="00906D5B">
        <w:trPr>
          <w:trHeight w:val="238"/>
          <w:jc w:val="center"/>
        </w:trPr>
        <w:tc>
          <w:tcPr>
            <w:tcW w:w="65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720" w:type="dxa"/>
          </w:tcPr>
          <w:p w:rsidR="000278B2" w:rsidRPr="00860199" w:rsidRDefault="000278B2" w:rsidP="001C040F">
            <w:pPr>
              <w:pStyle w:val="BodyText2"/>
              <w:tabs>
                <w:tab w:val="left" w:pos="8100"/>
              </w:tabs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0199">
              <w:rPr>
                <w:rFonts w:ascii="Times New Roman" w:hAnsi="Times New Roman"/>
                <w:sz w:val="24"/>
                <w:szCs w:val="24"/>
              </w:rPr>
              <w:t>Графическая часть</w:t>
            </w:r>
          </w:p>
        </w:tc>
        <w:tc>
          <w:tcPr>
            <w:tcW w:w="942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Альбом 1</w:t>
            </w:r>
          </w:p>
        </w:tc>
      </w:tr>
      <w:tr w:rsidR="000278B2" w:rsidRPr="000D01BD" w:rsidTr="00906D5B">
        <w:trPr>
          <w:jc w:val="center"/>
        </w:trPr>
        <w:tc>
          <w:tcPr>
            <w:tcW w:w="65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720" w:type="dxa"/>
          </w:tcPr>
          <w:p w:rsidR="000278B2" w:rsidRPr="000D01BD" w:rsidRDefault="000278B2" w:rsidP="001C040F">
            <w:pPr>
              <w:tabs>
                <w:tab w:val="left" w:pos="9900"/>
              </w:tabs>
              <w:spacing w:line="360" w:lineRule="auto"/>
              <w:ind w:right="53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D01BD">
              <w:rPr>
                <w:rFonts w:ascii="Times New Roman" w:hAnsi="Times New Roman"/>
                <w:b/>
                <w:sz w:val="24"/>
                <w:szCs w:val="24"/>
              </w:rPr>
              <w:t>Материалы по обоснованию</w:t>
            </w:r>
          </w:p>
        </w:tc>
        <w:tc>
          <w:tcPr>
            <w:tcW w:w="942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0278B2" w:rsidRPr="000D01BD" w:rsidTr="00906D5B">
        <w:trPr>
          <w:jc w:val="center"/>
        </w:trPr>
        <w:tc>
          <w:tcPr>
            <w:tcW w:w="65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7720" w:type="dxa"/>
          </w:tcPr>
          <w:p w:rsidR="000278B2" w:rsidRPr="000D01BD" w:rsidRDefault="000278B2" w:rsidP="001C040F">
            <w:pPr>
              <w:tabs>
                <w:tab w:val="left" w:pos="9900"/>
              </w:tabs>
              <w:spacing w:line="360" w:lineRule="auto"/>
              <w:ind w:right="5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Обоснование положений по размещению линейного объекта</w:t>
            </w:r>
          </w:p>
        </w:tc>
        <w:tc>
          <w:tcPr>
            <w:tcW w:w="942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Том 2</w:t>
            </w:r>
          </w:p>
        </w:tc>
      </w:tr>
      <w:tr w:rsidR="000278B2" w:rsidRPr="000D01BD" w:rsidTr="00906D5B">
        <w:trPr>
          <w:trHeight w:val="217"/>
          <w:jc w:val="center"/>
        </w:trPr>
        <w:tc>
          <w:tcPr>
            <w:tcW w:w="65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720" w:type="dxa"/>
          </w:tcPr>
          <w:p w:rsidR="000278B2" w:rsidRPr="00860199" w:rsidRDefault="000278B2" w:rsidP="001C040F">
            <w:pPr>
              <w:pStyle w:val="BodyText2"/>
              <w:tabs>
                <w:tab w:val="left" w:pos="8100"/>
              </w:tabs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0199">
              <w:rPr>
                <w:rFonts w:ascii="Times New Roman" w:hAnsi="Times New Roman"/>
                <w:sz w:val="24"/>
                <w:szCs w:val="24"/>
              </w:rPr>
              <w:t>Графическая часть</w:t>
            </w:r>
          </w:p>
        </w:tc>
        <w:tc>
          <w:tcPr>
            <w:tcW w:w="942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Альбом 2</w:t>
            </w:r>
          </w:p>
        </w:tc>
      </w:tr>
    </w:tbl>
    <w:p w:rsidR="000278B2" w:rsidRDefault="000278B2" w:rsidP="004D0714">
      <w:pPr>
        <w:jc w:val="center"/>
        <w:rPr>
          <w:rFonts w:ascii="Times New Roman" w:hAnsi="Times New Roman"/>
          <w:b/>
          <w:kern w:val="2"/>
          <w:szCs w:val="24"/>
        </w:rPr>
      </w:pPr>
      <w:r>
        <w:tab/>
      </w:r>
      <w:r w:rsidRPr="00BC33E7">
        <w:rPr>
          <w:rFonts w:ascii="Times New Roman" w:hAnsi="Times New Roman"/>
          <w:b/>
          <w:kern w:val="2"/>
          <w:szCs w:val="24"/>
        </w:rPr>
        <w:t xml:space="preserve">  </w:t>
      </w:r>
    </w:p>
    <w:p w:rsidR="000278B2" w:rsidRDefault="000278B2" w:rsidP="004D0714">
      <w:pPr>
        <w:jc w:val="center"/>
        <w:rPr>
          <w:rFonts w:ascii="Times New Roman" w:hAnsi="Times New Roman"/>
          <w:b/>
          <w:kern w:val="2"/>
          <w:szCs w:val="24"/>
        </w:rPr>
      </w:pPr>
      <w:r w:rsidRPr="00BC33E7">
        <w:rPr>
          <w:rFonts w:ascii="Times New Roman" w:hAnsi="Times New Roman"/>
          <w:b/>
          <w:kern w:val="2"/>
          <w:szCs w:val="24"/>
        </w:rPr>
        <w:t xml:space="preserve"> </w:t>
      </w:r>
      <w:r>
        <w:rPr>
          <w:rFonts w:ascii="Times New Roman" w:hAnsi="Times New Roman"/>
          <w:b/>
          <w:kern w:val="2"/>
          <w:szCs w:val="24"/>
        </w:rPr>
        <w:t>ВЕДОМОСТЬ ОСНОВНЫХ И ССЫЛОЧНЫХ ДОКУМЕНТОВ</w:t>
      </w:r>
    </w:p>
    <w:tbl>
      <w:tblPr>
        <w:tblW w:w="0" w:type="auto"/>
        <w:jc w:val="center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53"/>
        <w:gridCol w:w="7226"/>
        <w:gridCol w:w="942"/>
      </w:tblGrid>
      <w:tr w:rsidR="000278B2" w:rsidRPr="000D01BD" w:rsidTr="00906D5B">
        <w:trPr>
          <w:trHeight w:val="547"/>
          <w:jc w:val="center"/>
        </w:trPr>
        <w:tc>
          <w:tcPr>
            <w:tcW w:w="115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b/>
                <w:kern w:val="2"/>
                <w:sz w:val="24"/>
                <w:szCs w:val="24"/>
              </w:rPr>
              <w:tab/>
            </w: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№ п/п</w:t>
            </w:r>
          </w:p>
        </w:tc>
        <w:tc>
          <w:tcPr>
            <w:tcW w:w="7226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b/>
                <w:kern w:val="2"/>
                <w:sz w:val="24"/>
                <w:szCs w:val="24"/>
              </w:rPr>
              <w:t>Наименование</w:t>
            </w:r>
          </w:p>
        </w:tc>
        <w:tc>
          <w:tcPr>
            <w:tcW w:w="942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b/>
                <w:kern w:val="2"/>
                <w:sz w:val="24"/>
                <w:szCs w:val="24"/>
              </w:rPr>
              <w:t>Прим</w:t>
            </w:r>
          </w:p>
        </w:tc>
      </w:tr>
      <w:tr w:rsidR="000278B2" w:rsidRPr="000D01BD" w:rsidTr="00906D5B">
        <w:trPr>
          <w:jc w:val="center"/>
        </w:trPr>
        <w:tc>
          <w:tcPr>
            <w:tcW w:w="115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7226" w:type="dxa"/>
          </w:tcPr>
          <w:p w:rsidR="000278B2" w:rsidRPr="000D01BD" w:rsidRDefault="000278B2" w:rsidP="001C040F">
            <w:pPr>
              <w:spacing w:line="36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Градостроительный кодекс Российской Федерации от 29.12.2004 г.</w:t>
            </w:r>
          </w:p>
        </w:tc>
        <w:tc>
          <w:tcPr>
            <w:tcW w:w="942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0278B2" w:rsidRPr="000D01BD" w:rsidTr="00906D5B">
        <w:trPr>
          <w:jc w:val="center"/>
        </w:trPr>
        <w:tc>
          <w:tcPr>
            <w:tcW w:w="115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7226" w:type="dxa"/>
          </w:tcPr>
          <w:p w:rsidR="000278B2" w:rsidRPr="000D01BD" w:rsidRDefault="000278B2" w:rsidP="001C040F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 xml:space="preserve">Земельный кодекс </w:t>
            </w: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Российской Федерации от 25.10.2001 г. №136-ФЗ</w:t>
            </w:r>
          </w:p>
        </w:tc>
        <w:tc>
          <w:tcPr>
            <w:tcW w:w="942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0278B2" w:rsidRPr="000D01BD" w:rsidTr="00906D5B">
        <w:trPr>
          <w:trHeight w:val="238"/>
          <w:jc w:val="center"/>
        </w:trPr>
        <w:tc>
          <w:tcPr>
            <w:tcW w:w="115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7226" w:type="dxa"/>
          </w:tcPr>
          <w:p w:rsidR="000278B2" w:rsidRPr="00860199" w:rsidRDefault="000278B2" w:rsidP="001C040F">
            <w:pPr>
              <w:pStyle w:val="BodyText2"/>
              <w:tabs>
                <w:tab w:val="left" w:pos="8100"/>
              </w:tabs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СНиП 11-04-2003</w:t>
            </w:r>
            <w:r w:rsidRPr="00860199">
              <w:rPr>
                <w:rFonts w:ascii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860199">
              <w:rPr>
                <w:rFonts w:ascii="Times New Roman" w:hAnsi="Times New Roman"/>
                <w:sz w:val="24"/>
                <w:szCs w:val="24"/>
              </w:rPr>
              <w:t>Об утверждении инструкции о порядке разработки, согласования экспертизы и утверждения градостроительной документации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42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0278B2" w:rsidRPr="000D01BD" w:rsidTr="00906D5B">
        <w:trPr>
          <w:jc w:val="center"/>
        </w:trPr>
        <w:tc>
          <w:tcPr>
            <w:tcW w:w="115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7226" w:type="dxa"/>
          </w:tcPr>
          <w:p w:rsidR="000278B2" w:rsidRPr="000D01BD" w:rsidRDefault="000278B2" w:rsidP="001C040F">
            <w:pPr>
              <w:tabs>
                <w:tab w:val="left" w:pos="9900"/>
              </w:tabs>
              <w:spacing w:line="360" w:lineRule="auto"/>
              <w:ind w:right="53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СП 42.13330.2011 Градостроительство. Планировка и застройка городских и сельских поселений. Актуализированная редакция СНиП 2.07.01-89*</w:t>
            </w:r>
          </w:p>
        </w:tc>
        <w:tc>
          <w:tcPr>
            <w:tcW w:w="942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</w:tbl>
    <w:p w:rsidR="000278B2" w:rsidRDefault="000278B2" w:rsidP="004D0714">
      <w:pPr>
        <w:tabs>
          <w:tab w:val="left" w:pos="2016"/>
        </w:tabs>
        <w:rPr>
          <w:rFonts w:ascii="Times New Roman" w:hAnsi="Times New Roman"/>
          <w:b/>
          <w:kern w:val="2"/>
          <w:szCs w:val="24"/>
        </w:rPr>
      </w:pPr>
    </w:p>
    <w:p w:rsidR="000278B2" w:rsidRPr="00BC33E7" w:rsidRDefault="000278B2" w:rsidP="004D0714">
      <w:pPr>
        <w:tabs>
          <w:tab w:val="left" w:pos="2016"/>
        </w:tabs>
        <w:rPr>
          <w:rFonts w:ascii="Times New Roman" w:hAnsi="Times New Roman"/>
          <w:b/>
          <w:kern w:val="2"/>
          <w:szCs w:val="24"/>
        </w:rPr>
      </w:pPr>
    </w:p>
    <w:p w:rsidR="000278B2" w:rsidRPr="00DC0C7D" w:rsidRDefault="000278B2" w:rsidP="001C040F">
      <w:pPr>
        <w:tabs>
          <w:tab w:val="left" w:pos="4333"/>
        </w:tabs>
        <w:spacing w:line="360" w:lineRule="auto"/>
        <w:ind w:right="141"/>
        <w:jc w:val="both"/>
        <w:rPr>
          <w:rFonts w:ascii="Times New Roman" w:hAnsi="Times New Roman"/>
          <w:sz w:val="28"/>
          <w:szCs w:val="28"/>
        </w:rPr>
      </w:pPr>
      <w:r w:rsidRPr="00DC0C7D">
        <w:rPr>
          <w:rFonts w:ascii="Times New Roman" w:hAnsi="Times New Roman"/>
          <w:sz w:val="28"/>
          <w:szCs w:val="28"/>
        </w:rPr>
        <w:t xml:space="preserve">     Технические решения, принятые в чертежах, соответствуют требованиям градостроительных регламентов, экологических, санитарно-гигиенических, противопожарных норм, действующих на территории Российской Федерации, и обеспечивают безопасную для жизни и здоровья людей эксплуатацию объекта при соблюдении предусмотренных рабочими чертежами мероприятий.</w:t>
      </w: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tbl>
      <w:tblPr>
        <w:tblW w:w="9481" w:type="dxa"/>
        <w:jc w:val="center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73"/>
        <w:gridCol w:w="7029"/>
        <w:gridCol w:w="1479"/>
      </w:tblGrid>
      <w:tr w:rsidR="000278B2" w:rsidRPr="000D01BD" w:rsidTr="00957BD3">
        <w:trPr>
          <w:trHeight w:val="547"/>
          <w:jc w:val="center"/>
        </w:trPr>
        <w:tc>
          <w:tcPr>
            <w:tcW w:w="97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№ п/п</w:t>
            </w:r>
          </w:p>
        </w:tc>
        <w:tc>
          <w:tcPr>
            <w:tcW w:w="702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b/>
                <w:kern w:val="2"/>
                <w:sz w:val="24"/>
                <w:szCs w:val="24"/>
              </w:rPr>
              <w:t>Наименование</w:t>
            </w:r>
          </w:p>
        </w:tc>
        <w:tc>
          <w:tcPr>
            <w:tcW w:w="147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b/>
                <w:kern w:val="2"/>
                <w:sz w:val="24"/>
                <w:szCs w:val="24"/>
              </w:rPr>
              <w:t>Прим</w:t>
            </w:r>
          </w:p>
        </w:tc>
      </w:tr>
      <w:tr w:rsidR="000278B2" w:rsidRPr="000D01BD" w:rsidTr="00957BD3">
        <w:trPr>
          <w:jc w:val="center"/>
        </w:trPr>
        <w:tc>
          <w:tcPr>
            <w:tcW w:w="97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029" w:type="dxa"/>
          </w:tcPr>
          <w:p w:rsidR="000278B2" w:rsidRPr="000D01BD" w:rsidRDefault="000278B2" w:rsidP="001C040F">
            <w:pPr>
              <w:spacing w:line="360" w:lineRule="auto"/>
              <w:contextualSpacing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b/>
                <w:kern w:val="2"/>
                <w:sz w:val="24"/>
                <w:szCs w:val="24"/>
              </w:rPr>
              <w:t>Положения о размещении линейного объекта</w:t>
            </w:r>
          </w:p>
        </w:tc>
        <w:tc>
          <w:tcPr>
            <w:tcW w:w="147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Том 1</w:t>
            </w:r>
          </w:p>
        </w:tc>
      </w:tr>
      <w:tr w:rsidR="000278B2" w:rsidRPr="000D01BD" w:rsidTr="00957BD3">
        <w:trPr>
          <w:jc w:val="center"/>
        </w:trPr>
        <w:tc>
          <w:tcPr>
            <w:tcW w:w="97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029" w:type="dxa"/>
          </w:tcPr>
          <w:p w:rsidR="000278B2" w:rsidRPr="000D01BD" w:rsidRDefault="000278B2" w:rsidP="001C040F">
            <w:pPr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Состав материалов проекта планировки и межевания</w:t>
            </w:r>
          </w:p>
        </w:tc>
        <w:tc>
          <w:tcPr>
            <w:tcW w:w="147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2</w:t>
            </w:r>
          </w:p>
        </w:tc>
      </w:tr>
      <w:tr w:rsidR="000278B2" w:rsidRPr="000D01BD" w:rsidTr="001C040F">
        <w:trPr>
          <w:trHeight w:val="527"/>
          <w:jc w:val="center"/>
        </w:trPr>
        <w:tc>
          <w:tcPr>
            <w:tcW w:w="97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029" w:type="dxa"/>
          </w:tcPr>
          <w:p w:rsidR="000278B2" w:rsidRPr="00860199" w:rsidRDefault="000278B2" w:rsidP="001C040F">
            <w:pPr>
              <w:pStyle w:val="BodyText2"/>
              <w:tabs>
                <w:tab w:val="left" w:pos="8100"/>
              </w:tabs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Основная часть. Содержание</w:t>
            </w:r>
          </w:p>
        </w:tc>
        <w:tc>
          <w:tcPr>
            <w:tcW w:w="147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3</w:t>
            </w:r>
          </w:p>
        </w:tc>
      </w:tr>
      <w:tr w:rsidR="000278B2" w:rsidRPr="000D01BD" w:rsidTr="00957BD3">
        <w:trPr>
          <w:jc w:val="center"/>
        </w:trPr>
        <w:tc>
          <w:tcPr>
            <w:tcW w:w="97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7029" w:type="dxa"/>
          </w:tcPr>
          <w:p w:rsidR="000278B2" w:rsidRPr="000D01BD" w:rsidRDefault="000278B2" w:rsidP="001C040F">
            <w:pPr>
              <w:tabs>
                <w:tab w:val="left" w:pos="9900"/>
              </w:tabs>
              <w:spacing w:line="360" w:lineRule="auto"/>
              <w:ind w:right="53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47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4</w:t>
            </w:r>
          </w:p>
        </w:tc>
      </w:tr>
      <w:tr w:rsidR="000278B2" w:rsidRPr="000D01BD" w:rsidTr="00957BD3">
        <w:trPr>
          <w:jc w:val="center"/>
        </w:trPr>
        <w:tc>
          <w:tcPr>
            <w:tcW w:w="97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7029" w:type="dxa"/>
          </w:tcPr>
          <w:p w:rsidR="000278B2" w:rsidRPr="000D01BD" w:rsidRDefault="000278B2" w:rsidP="001C040F">
            <w:pPr>
              <w:tabs>
                <w:tab w:val="left" w:pos="9900"/>
              </w:tabs>
              <w:spacing w:line="360" w:lineRule="auto"/>
              <w:ind w:right="53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Положения о характеристиках развития систем инженерно-технического обеспечения, необходимых для развития</w:t>
            </w:r>
          </w:p>
        </w:tc>
        <w:tc>
          <w:tcPr>
            <w:tcW w:w="147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5</w:t>
            </w:r>
          </w:p>
        </w:tc>
      </w:tr>
      <w:tr w:rsidR="000278B2" w:rsidRPr="000D01BD" w:rsidTr="00957BD3">
        <w:trPr>
          <w:trHeight w:val="217"/>
          <w:jc w:val="center"/>
        </w:trPr>
        <w:tc>
          <w:tcPr>
            <w:tcW w:w="97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7029" w:type="dxa"/>
          </w:tcPr>
          <w:p w:rsidR="000278B2" w:rsidRPr="00860199" w:rsidRDefault="000278B2" w:rsidP="001C040F">
            <w:pPr>
              <w:pStyle w:val="BodyText2"/>
              <w:tabs>
                <w:tab w:val="left" w:pos="8100"/>
              </w:tabs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инженерно-технические показатели проекта</w:t>
            </w:r>
          </w:p>
        </w:tc>
        <w:tc>
          <w:tcPr>
            <w:tcW w:w="147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6</w:t>
            </w:r>
          </w:p>
        </w:tc>
      </w:tr>
      <w:tr w:rsidR="000278B2" w:rsidRPr="000D01BD" w:rsidTr="00957BD3">
        <w:trPr>
          <w:trHeight w:val="217"/>
          <w:jc w:val="center"/>
        </w:trPr>
        <w:tc>
          <w:tcPr>
            <w:tcW w:w="97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029" w:type="dxa"/>
          </w:tcPr>
          <w:p w:rsidR="000278B2" w:rsidRPr="00860199" w:rsidRDefault="000278B2" w:rsidP="001C040F">
            <w:pPr>
              <w:pStyle w:val="BodyText2"/>
              <w:tabs>
                <w:tab w:val="left" w:pos="8100"/>
              </w:tabs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Приложения:</w:t>
            </w:r>
          </w:p>
        </w:tc>
        <w:tc>
          <w:tcPr>
            <w:tcW w:w="147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0278B2" w:rsidRPr="000D01BD" w:rsidTr="00957BD3">
        <w:trPr>
          <w:trHeight w:val="217"/>
          <w:jc w:val="center"/>
        </w:trPr>
        <w:tc>
          <w:tcPr>
            <w:tcW w:w="97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Прил 1</w:t>
            </w:r>
          </w:p>
        </w:tc>
        <w:tc>
          <w:tcPr>
            <w:tcW w:w="7029" w:type="dxa"/>
          </w:tcPr>
          <w:p w:rsidR="000278B2" w:rsidRPr="00860199" w:rsidRDefault="000278B2" w:rsidP="001C040F">
            <w:pPr>
              <w:pStyle w:val="BodyText2"/>
              <w:tabs>
                <w:tab w:val="left" w:pos="8100"/>
              </w:tabs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земельных участков</w:t>
            </w:r>
          </w:p>
        </w:tc>
        <w:tc>
          <w:tcPr>
            <w:tcW w:w="147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6</w:t>
            </w:r>
          </w:p>
        </w:tc>
      </w:tr>
      <w:tr w:rsidR="000278B2" w:rsidRPr="000D01BD" w:rsidTr="00957BD3">
        <w:trPr>
          <w:trHeight w:val="217"/>
          <w:jc w:val="center"/>
        </w:trPr>
        <w:tc>
          <w:tcPr>
            <w:tcW w:w="97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Прил 2</w:t>
            </w:r>
          </w:p>
        </w:tc>
        <w:tc>
          <w:tcPr>
            <w:tcW w:w="7029" w:type="dxa"/>
          </w:tcPr>
          <w:p w:rsidR="000278B2" w:rsidRPr="00860199" w:rsidRDefault="000278B2" w:rsidP="001C040F">
            <w:pPr>
              <w:pStyle w:val="BodyText2"/>
              <w:tabs>
                <w:tab w:val="left" w:pos="8100"/>
              </w:tabs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Каталог координат границ проектируемой территории</w:t>
            </w:r>
          </w:p>
        </w:tc>
        <w:tc>
          <w:tcPr>
            <w:tcW w:w="147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7</w:t>
            </w:r>
          </w:p>
        </w:tc>
      </w:tr>
      <w:tr w:rsidR="000278B2" w:rsidRPr="000D01BD" w:rsidTr="00957BD3">
        <w:trPr>
          <w:trHeight w:val="217"/>
          <w:jc w:val="center"/>
        </w:trPr>
        <w:tc>
          <w:tcPr>
            <w:tcW w:w="97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029" w:type="dxa"/>
          </w:tcPr>
          <w:p w:rsidR="000278B2" w:rsidRPr="00957BD3" w:rsidRDefault="000278B2" w:rsidP="001C040F">
            <w:pPr>
              <w:pStyle w:val="BodyText2"/>
              <w:tabs>
                <w:tab w:val="left" w:pos="8100"/>
              </w:tabs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7BD3">
              <w:rPr>
                <w:rFonts w:ascii="Times New Roman" w:hAnsi="Times New Roman"/>
                <w:b/>
                <w:sz w:val="24"/>
                <w:szCs w:val="24"/>
              </w:rPr>
              <w:t>Графическая часть</w:t>
            </w:r>
          </w:p>
        </w:tc>
        <w:tc>
          <w:tcPr>
            <w:tcW w:w="147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Альбом 1</w:t>
            </w:r>
          </w:p>
        </w:tc>
      </w:tr>
      <w:tr w:rsidR="000278B2" w:rsidRPr="000D01BD" w:rsidTr="00957BD3">
        <w:trPr>
          <w:trHeight w:val="217"/>
          <w:jc w:val="center"/>
        </w:trPr>
        <w:tc>
          <w:tcPr>
            <w:tcW w:w="97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7029" w:type="dxa"/>
          </w:tcPr>
          <w:p w:rsidR="000278B2" w:rsidRPr="00860199" w:rsidRDefault="000278B2" w:rsidP="001C040F">
            <w:pPr>
              <w:pStyle w:val="BodyText2"/>
              <w:tabs>
                <w:tab w:val="left" w:pos="8100"/>
              </w:tabs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Схема расположения линейного объекта М 1:25000 </w:t>
            </w:r>
          </w:p>
        </w:tc>
        <w:tc>
          <w:tcPr>
            <w:tcW w:w="147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Лист 1</w:t>
            </w:r>
          </w:p>
        </w:tc>
      </w:tr>
      <w:tr w:rsidR="000278B2" w:rsidRPr="000D01BD" w:rsidTr="00957BD3">
        <w:trPr>
          <w:trHeight w:val="217"/>
          <w:jc w:val="center"/>
        </w:trPr>
        <w:tc>
          <w:tcPr>
            <w:tcW w:w="97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7029" w:type="dxa"/>
          </w:tcPr>
          <w:p w:rsidR="000278B2" w:rsidRPr="00860199" w:rsidRDefault="000278B2" w:rsidP="007B461B">
            <w:pPr>
              <w:pStyle w:val="BodyText2"/>
              <w:tabs>
                <w:tab w:val="left" w:pos="8100"/>
              </w:tabs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планировки территории  М 1:10000</w:t>
            </w:r>
          </w:p>
        </w:tc>
        <w:tc>
          <w:tcPr>
            <w:tcW w:w="147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Лист 2- Лист 4</w:t>
            </w:r>
          </w:p>
        </w:tc>
      </w:tr>
      <w:tr w:rsidR="000278B2" w:rsidRPr="000D01BD" w:rsidTr="00957BD3">
        <w:trPr>
          <w:trHeight w:val="217"/>
          <w:jc w:val="center"/>
        </w:trPr>
        <w:tc>
          <w:tcPr>
            <w:tcW w:w="973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7029" w:type="dxa"/>
          </w:tcPr>
          <w:p w:rsidR="000278B2" w:rsidRPr="00860199" w:rsidRDefault="000278B2" w:rsidP="001C040F">
            <w:pPr>
              <w:pStyle w:val="BodyText2"/>
              <w:tabs>
                <w:tab w:val="left" w:pos="8100"/>
              </w:tabs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межевания территории  М 1:10000</w:t>
            </w:r>
          </w:p>
        </w:tc>
        <w:tc>
          <w:tcPr>
            <w:tcW w:w="1479" w:type="dxa"/>
            <w:vAlign w:val="center"/>
          </w:tcPr>
          <w:p w:rsidR="000278B2" w:rsidRPr="000D01BD" w:rsidRDefault="000278B2" w:rsidP="001C040F">
            <w:pPr>
              <w:spacing w:line="36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kern w:val="2"/>
                <w:sz w:val="24"/>
                <w:szCs w:val="24"/>
              </w:rPr>
              <w:t>Лист 5- Лист 7</w:t>
            </w:r>
          </w:p>
        </w:tc>
      </w:tr>
    </w:tbl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1C040F">
      <w:pPr>
        <w:tabs>
          <w:tab w:val="left" w:pos="4333"/>
        </w:tabs>
        <w:spacing w:line="360" w:lineRule="auto"/>
        <w:ind w:right="141"/>
        <w:jc w:val="center"/>
        <w:rPr>
          <w:rFonts w:ascii="Times New Roman" w:hAnsi="Times New Roman"/>
          <w:b/>
          <w:sz w:val="28"/>
          <w:szCs w:val="28"/>
        </w:rPr>
      </w:pPr>
      <w:r w:rsidRPr="00CA424F">
        <w:rPr>
          <w:rFonts w:ascii="Times New Roman" w:hAnsi="Times New Roman"/>
          <w:b/>
          <w:sz w:val="28"/>
          <w:szCs w:val="28"/>
        </w:rPr>
        <w:t>1. Введение</w:t>
      </w:r>
    </w:p>
    <w:p w:rsidR="000278B2" w:rsidRDefault="000278B2" w:rsidP="001C040F">
      <w:pPr>
        <w:tabs>
          <w:tab w:val="left" w:pos="4333"/>
        </w:tabs>
        <w:spacing w:line="360" w:lineRule="auto"/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осуществлена в соответствии со ст.45 Градостроительного кодекса российской Федерации от 29.12.2004 г. №190-ФЗ.</w:t>
      </w:r>
    </w:p>
    <w:p w:rsidR="000278B2" w:rsidRDefault="000278B2" w:rsidP="001C040F">
      <w:pPr>
        <w:tabs>
          <w:tab w:val="left" w:pos="4333"/>
        </w:tabs>
        <w:spacing w:line="360" w:lineRule="auto"/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планировки территории и проект межевания территории в составе проекта планировки территории для линейного объекта «Экологическая реабилитация Людиновского водохранилища в городе Людиново Калужской области» выполнен на основании:</w:t>
      </w:r>
    </w:p>
    <w:p w:rsidR="000278B2" w:rsidRDefault="000278B2" w:rsidP="001C040F">
      <w:pPr>
        <w:tabs>
          <w:tab w:val="left" w:pos="4333"/>
        </w:tabs>
        <w:spacing w:line="360" w:lineRule="auto"/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ст. 41-44 Градостроительного кодекса Российской Федерации от 29.12.2004 г. № 190-ФЗ;</w:t>
      </w:r>
    </w:p>
    <w:p w:rsidR="000278B2" w:rsidRDefault="000278B2" w:rsidP="001C040F">
      <w:pPr>
        <w:tabs>
          <w:tab w:val="left" w:pos="4333"/>
        </w:tabs>
        <w:spacing w:line="360" w:lineRule="auto"/>
        <w:ind w:right="141" w:firstLine="567"/>
        <w:jc w:val="both"/>
        <w:rPr>
          <w:rFonts w:ascii="Times New Roman" w:hAnsi="Times New Roman"/>
          <w:sz w:val="28"/>
          <w:szCs w:val="28"/>
        </w:rPr>
      </w:pPr>
      <w:r w:rsidRPr="00813EB3">
        <w:rPr>
          <w:rFonts w:ascii="Times New Roman" w:hAnsi="Times New Roman"/>
          <w:sz w:val="28"/>
          <w:szCs w:val="28"/>
        </w:rPr>
        <w:t>-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813EB3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МР «Город Людиново и Людиновский район» от 20.07.2016 № 1013.</w:t>
      </w:r>
    </w:p>
    <w:p w:rsidR="000278B2" w:rsidRDefault="000278B2" w:rsidP="001C040F">
      <w:pPr>
        <w:tabs>
          <w:tab w:val="left" w:pos="4333"/>
        </w:tabs>
        <w:spacing w:line="360" w:lineRule="auto"/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планировки территории и проект межевания территории в составе проекта планировки территории для линейного объекта: «Экологическая реабилитация Людиновского водохранилища в городе Людиново Калужской области» разработан для выделения элементов планировочной структуры и установления параметров планируемого размещения линейных объектов на территории г. Людиново и Людиновского района Калужской области.</w:t>
      </w:r>
    </w:p>
    <w:p w:rsidR="000278B2" w:rsidRDefault="000278B2" w:rsidP="00593B7C">
      <w:pPr>
        <w:tabs>
          <w:tab w:val="left" w:pos="4333"/>
        </w:tabs>
        <w:spacing w:line="360" w:lineRule="auto"/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и содержание данного проекта соответствуют ст. 42 Градостроительного кодекса Российской Федерации. Работа по проектированию планировки участка выполнена в соответствии с действующим архитектурно-строительными, санитарно-гигиеническими и противопожарными нормами и правилами, законами и правовыми актами Калужской области.</w:t>
      </w:r>
    </w:p>
    <w:p w:rsidR="000278B2" w:rsidRDefault="000278B2" w:rsidP="00593B7C">
      <w:pPr>
        <w:tabs>
          <w:tab w:val="left" w:pos="4333"/>
        </w:tabs>
        <w:spacing w:line="360" w:lineRule="auto"/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Проектная документация по планировке территории состоит из основной части, которая подлежит утверждению, и материалов по ее обоснованию.</w:t>
      </w:r>
    </w:p>
    <w:p w:rsidR="000278B2" w:rsidRPr="0018119C" w:rsidRDefault="000278B2" w:rsidP="0018119C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18119C">
        <w:rPr>
          <w:rFonts w:ascii="Times New Roman" w:hAnsi="Times New Roman"/>
          <w:sz w:val="28"/>
          <w:szCs w:val="28"/>
        </w:rPr>
        <w:t>Основная часть проекта планировки территории включает в себя:</w:t>
      </w:r>
    </w:p>
    <w:p w:rsidR="000278B2" w:rsidRPr="0018119C" w:rsidRDefault="000278B2" w:rsidP="0018119C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18119C">
        <w:rPr>
          <w:rFonts w:ascii="Times New Roman" w:hAnsi="Times New Roman"/>
          <w:sz w:val="28"/>
          <w:szCs w:val="28"/>
        </w:rPr>
        <w:t>1. Графическую часть, содержащую:</w:t>
      </w:r>
    </w:p>
    <w:p w:rsidR="000278B2" w:rsidRDefault="000278B2" w:rsidP="0018119C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18119C">
        <w:rPr>
          <w:rFonts w:ascii="Times New Roman" w:hAnsi="Times New Roman"/>
          <w:sz w:val="28"/>
          <w:szCs w:val="28"/>
        </w:rPr>
        <w:t>- схему расположения линейного объекта</w:t>
      </w:r>
      <w:r>
        <w:rPr>
          <w:rFonts w:ascii="Times New Roman" w:hAnsi="Times New Roman"/>
          <w:sz w:val="28"/>
          <w:szCs w:val="28"/>
        </w:rPr>
        <w:t>;</w:t>
      </w:r>
    </w:p>
    <w:p w:rsidR="000278B2" w:rsidRDefault="000278B2" w:rsidP="0018119C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чертеж проекта планировки;</w:t>
      </w:r>
    </w:p>
    <w:p w:rsidR="000278B2" w:rsidRDefault="000278B2" w:rsidP="0018119C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чертеж проекта межевания;</w:t>
      </w:r>
    </w:p>
    <w:p w:rsidR="000278B2" w:rsidRDefault="000278B2" w:rsidP="0018119C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-градостроительный план.</w:t>
      </w:r>
    </w:p>
    <w:p w:rsidR="000278B2" w:rsidRDefault="000278B2" w:rsidP="0018119C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Текстовую часть, содержащую:</w:t>
      </w:r>
    </w:p>
    <w:p w:rsidR="000278B2" w:rsidRDefault="000278B2" w:rsidP="00875DCD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положения о характеристиках проектируемой территории, в том числе параметрах застройки территории и основные виды работ по объекту: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«Экологическая реабилитация Людиновского водохранилища в городе Людиново Калужской области».</w:t>
      </w:r>
    </w:p>
    <w:p w:rsidR="000278B2" w:rsidRDefault="000278B2" w:rsidP="00110AD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по обоснованию проекта планировки территории включают в себя материалы:</w:t>
      </w:r>
    </w:p>
    <w:p w:rsidR="000278B2" w:rsidRDefault="000278B2" w:rsidP="00110AD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Графическую часть, содержащую:</w:t>
      </w:r>
    </w:p>
    <w:p w:rsidR="000278B2" w:rsidRDefault="000278B2" w:rsidP="00110AD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схему размещения проектируемой территории в структуре поселения;</w:t>
      </w:r>
    </w:p>
    <w:p w:rsidR="000278B2" w:rsidRDefault="000278B2" w:rsidP="00110AD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схему использования территории в период подготовки проекта планировки территории.</w:t>
      </w:r>
    </w:p>
    <w:p w:rsidR="000278B2" w:rsidRDefault="000278B2" w:rsidP="00110AD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Текстовую часть, содержащую:</w:t>
      </w:r>
    </w:p>
    <w:p w:rsidR="000278B2" w:rsidRPr="0018119C" w:rsidRDefault="000278B2" w:rsidP="00110ADC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обоснование положений, касающихся определения параметров застройки территории и характеристик инженерно-технического обеспечения.</w:t>
      </w:r>
    </w:p>
    <w:p w:rsidR="000278B2" w:rsidRPr="00813EB3" w:rsidRDefault="000278B2" w:rsidP="00CA424F">
      <w:pPr>
        <w:tabs>
          <w:tab w:val="left" w:pos="4333"/>
        </w:tabs>
        <w:ind w:right="141" w:firstLine="567"/>
        <w:jc w:val="both"/>
        <w:rPr>
          <w:rFonts w:ascii="Times New Roman" w:hAnsi="Times New Roman"/>
          <w:sz w:val="16"/>
          <w:szCs w:val="16"/>
        </w:rPr>
      </w:pPr>
    </w:p>
    <w:p w:rsidR="000278B2" w:rsidRDefault="000278B2" w:rsidP="00500028">
      <w:pPr>
        <w:tabs>
          <w:tab w:val="left" w:pos="4333"/>
        </w:tabs>
        <w:ind w:right="141"/>
        <w:jc w:val="center"/>
        <w:rPr>
          <w:rFonts w:ascii="Times New Roman" w:hAnsi="Times New Roman"/>
          <w:b/>
          <w:sz w:val="28"/>
          <w:szCs w:val="28"/>
        </w:rPr>
      </w:pPr>
      <w:r w:rsidRPr="00500028">
        <w:rPr>
          <w:rFonts w:ascii="Times New Roman" w:hAnsi="Times New Roman"/>
          <w:b/>
          <w:sz w:val="28"/>
          <w:szCs w:val="28"/>
        </w:rPr>
        <w:t>2. Положения о</w:t>
      </w:r>
      <w:r>
        <w:rPr>
          <w:rFonts w:ascii="Times New Roman" w:hAnsi="Times New Roman"/>
          <w:b/>
          <w:sz w:val="28"/>
          <w:szCs w:val="28"/>
        </w:rPr>
        <w:t xml:space="preserve"> характеристиках развития систем инженерно-технического обеспечения, необходимых для развития территории.</w:t>
      </w:r>
    </w:p>
    <w:p w:rsidR="000278B2" w:rsidRDefault="000278B2" w:rsidP="00A929EB">
      <w:pPr>
        <w:tabs>
          <w:tab w:val="left" w:pos="4333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Людиновское водохранилище находится в границах 40:12:020801 кадастрового квартала.</w:t>
      </w:r>
    </w:p>
    <w:p w:rsidR="000278B2" w:rsidRDefault="000278B2" w:rsidP="00A929EB">
      <w:pPr>
        <w:tabs>
          <w:tab w:val="left" w:pos="4333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Протяженность Людиновского водохранилища, в границах производства работ – 10,212 км</w:t>
      </w:r>
    </w:p>
    <w:p w:rsidR="000278B2" w:rsidRDefault="000278B2" w:rsidP="00A929EB">
      <w:pPr>
        <w:tabs>
          <w:tab w:val="left" w:pos="4333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Проектируемые временные объекты:</w:t>
      </w:r>
    </w:p>
    <w:p w:rsidR="000278B2" w:rsidRDefault="000278B2" w:rsidP="00A929EB">
      <w:pPr>
        <w:tabs>
          <w:tab w:val="left" w:pos="4333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площадка под складирование геотубов – кадастровый квартал 40:12:020903, земельный участок  40:12:020903:14;</w:t>
      </w:r>
    </w:p>
    <w:p w:rsidR="000278B2" w:rsidRDefault="000278B2" w:rsidP="00A929EB">
      <w:pPr>
        <w:tabs>
          <w:tab w:val="left" w:pos="4333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временная технологическая дорога с разгрузочно-погрузочной площадкой – кадастровый квартал 40:12:012101; </w:t>
      </w:r>
    </w:p>
    <w:p w:rsidR="000278B2" w:rsidRDefault="000278B2" w:rsidP="00A929EB">
      <w:pPr>
        <w:tabs>
          <w:tab w:val="left" w:pos="4333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бытовой городок –</w:t>
      </w:r>
      <w:r w:rsidRPr="006D70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кадастровый квартал 40:12:020903, земельный участок  40:12:020903:14;</w:t>
      </w:r>
    </w:p>
    <w:p w:rsidR="000278B2" w:rsidRDefault="000278B2" w:rsidP="00A929EB">
      <w:pPr>
        <w:tabs>
          <w:tab w:val="left" w:pos="4333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отвал почвенно-растительного грунта –</w:t>
      </w:r>
      <w:r w:rsidRPr="006D70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кадастровый квартал 40:12:020903, земельный участок  40:12:020903:14;</w:t>
      </w:r>
    </w:p>
    <w:p w:rsidR="000278B2" w:rsidRDefault="000278B2" w:rsidP="00A929EB">
      <w:pPr>
        <w:tabs>
          <w:tab w:val="left" w:pos="4333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водоотводная канава – кадастровый квартал 40:12:020903.</w:t>
      </w:r>
    </w:p>
    <w:p w:rsidR="000278B2" w:rsidRDefault="000278B2" w:rsidP="00500028">
      <w:pPr>
        <w:tabs>
          <w:tab w:val="left" w:pos="4333"/>
        </w:tabs>
        <w:ind w:right="141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Основные технико-экономические показатели проекта планировки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98"/>
        <w:gridCol w:w="4822"/>
        <w:gridCol w:w="2662"/>
        <w:gridCol w:w="1840"/>
      </w:tblGrid>
      <w:tr w:rsidR="000278B2" w:rsidRPr="000D01BD" w:rsidTr="000D01BD">
        <w:tc>
          <w:tcPr>
            <w:tcW w:w="1098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2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66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840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278B2" w:rsidRPr="000D01BD" w:rsidTr="000D01BD">
        <w:tc>
          <w:tcPr>
            <w:tcW w:w="1098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0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278B2" w:rsidRPr="000D01BD" w:rsidTr="000D01BD">
        <w:tc>
          <w:tcPr>
            <w:tcW w:w="1098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2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Площадь полосы отвода, га</w:t>
            </w:r>
          </w:p>
        </w:tc>
        <w:tc>
          <w:tcPr>
            <w:tcW w:w="266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505,83</w:t>
            </w:r>
          </w:p>
        </w:tc>
        <w:tc>
          <w:tcPr>
            <w:tcW w:w="1840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8B2" w:rsidRPr="000D01BD" w:rsidTr="000D01BD">
        <w:tc>
          <w:tcPr>
            <w:tcW w:w="1098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2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Протяженность Людиновского водохранилища, в границах производства работ, км</w:t>
            </w:r>
          </w:p>
        </w:tc>
        <w:tc>
          <w:tcPr>
            <w:tcW w:w="266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10,212</w:t>
            </w:r>
          </w:p>
        </w:tc>
        <w:tc>
          <w:tcPr>
            <w:tcW w:w="1840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8B2" w:rsidRPr="000D01BD" w:rsidTr="000D01BD">
        <w:tc>
          <w:tcPr>
            <w:tcW w:w="1098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2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Площадь площадки под складирование геотубов, м</w:t>
            </w:r>
            <w:r w:rsidRPr="000D01B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6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57986,82</w:t>
            </w:r>
          </w:p>
        </w:tc>
        <w:tc>
          <w:tcPr>
            <w:tcW w:w="1840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временный объект</w:t>
            </w:r>
          </w:p>
        </w:tc>
      </w:tr>
      <w:tr w:rsidR="000278B2" w:rsidRPr="000D01BD" w:rsidTr="000D01BD">
        <w:tc>
          <w:tcPr>
            <w:tcW w:w="1098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2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Площадь временной технологической дороги с разгрузочно-погрузочной площадкой, м</w:t>
            </w:r>
            <w:r w:rsidRPr="000D01B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6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2029,14</w:t>
            </w:r>
          </w:p>
        </w:tc>
        <w:tc>
          <w:tcPr>
            <w:tcW w:w="1840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временный объект</w:t>
            </w:r>
          </w:p>
        </w:tc>
      </w:tr>
      <w:tr w:rsidR="000278B2" w:rsidRPr="000D01BD" w:rsidTr="000D01BD">
        <w:tc>
          <w:tcPr>
            <w:tcW w:w="1098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2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Площадь бытового городка, м</w:t>
            </w:r>
            <w:r w:rsidRPr="000D01B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6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3485,31</w:t>
            </w:r>
          </w:p>
        </w:tc>
        <w:tc>
          <w:tcPr>
            <w:tcW w:w="1840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временный объект</w:t>
            </w:r>
          </w:p>
        </w:tc>
      </w:tr>
      <w:tr w:rsidR="000278B2" w:rsidRPr="000D01BD" w:rsidTr="000D01BD">
        <w:tc>
          <w:tcPr>
            <w:tcW w:w="1098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2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Площадь отвала почвенно-растительного грунта, м</w:t>
            </w:r>
            <w:r w:rsidRPr="000D01B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6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4193,73</w:t>
            </w:r>
          </w:p>
        </w:tc>
        <w:tc>
          <w:tcPr>
            <w:tcW w:w="1840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временный объект</w:t>
            </w:r>
          </w:p>
        </w:tc>
      </w:tr>
      <w:tr w:rsidR="000278B2" w:rsidRPr="000D01BD" w:rsidTr="000D01BD">
        <w:tc>
          <w:tcPr>
            <w:tcW w:w="1098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2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Площадь водоотводной канавы, м</w:t>
            </w:r>
            <w:r w:rsidRPr="000D01B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62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2393,29</w:t>
            </w:r>
          </w:p>
        </w:tc>
        <w:tc>
          <w:tcPr>
            <w:tcW w:w="1840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временный объект</w:t>
            </w:r>
          </w:p>
        </w:tc>
      </w:tr>
    </w:tbl>
    <w:p w:rsidR="000278B2" w:rsidRPr="00500028" w:rsidRDefault="000278B2" w:rsidP="00500028">
      <w:pPr>
        <w:tabs>
          <w:tab w:val="left" w:pos="4333"/>
        </w:tabs>
        <w:ind w:right="141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85"/>
        <w:gridCol w:w="2835"/>
        <w:gridCol w:w="1985"/>
        <w:gridCol w:w="2517"/>
      </w:tblGrid>
      <w:tr w:rsidR="000278B2" w:rsidRPr="000D01BD" w:rsidTr="000D01BD">
        <w:tc>
          <w:tcPr>
            <w:tcW w:w="308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Наименование землепользователя,</w:t>
            </w:r>
          </w:p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283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Номер кадастрового квартала, земельного участка</w:t>
            </w:r>
          </w:p>
        </w:tc>
        <w:tc>
          <w:tcPr>
            <w:tcW w:w="198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Наименование проектируемого объекта</w:t>
            </w:r>
          </w:p>
        </w:tc>
        <w:tc>
          <w:tcPr>
            <w:tcW w:w="2517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Площадь земельного участка под строительство, м</w:t>
            </w:r>
            <w:r w:rsidRPr="000D01B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278B2" w:rsidRPr="000D01BD" w:rsidTr="000D01BD">
        <w:tc>
          <w:tcPr>
            <w:tcW w:w="308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Земли администрации г.Людиново и Людиновский район Калужской области, земли водного фонда</w:t>
            </w:r>
          </w:p>
        </w:tc>
        <w:tc>
          <w:tcPr>
            <w:tcW w:w="283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Кадастровый квартал 40:12:020801</w:t>
            </w:r>
          </w:p>
        </w:tc>
        <w:tc>
          <w:tcPr>
            <w:tcW w:w="198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Людиновское водохранилище</w:t>
            </w:r>
          </w:p>
        </w:tc>
        <w:tc>
          <w:tcPr>
            <w:tcW w:w="2517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4786100,0</w:t>
            </w:r>
          </w:p>
        </w:tc>
      </w:tr>
      <w:tr w:rsidR="000278B2" w:rsidRPr="000D01BD" w:rsidTr="000D01BD">
        <w:tc>
          <w:tcPr>
            <w:tcW w:w="308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Земли в собственности ООО «Зеленые линии Калуга», земли сельскохозяйственного назначения</w:t>
            </w:r>
          </w:p>
        </w:tc>
        <w:tc>
          <w:tcPr>
            <w:tcW w:w="283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Кадастровый квартал 40:12:020903, земельный участок 40:12:020903:14</w:t>
            </w:r>
          </w:p>
        </w:tc>
        <w:tc>
          <w:tcPr>
            <w:tcW w:w="198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Площадка под складирование геотубов</w:t>
            </w:r>
          </w:p>
        </w:tc>
        <w:tc>
          <w:tcPr>
            <w:tcW w:w="2517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57986,82</w:t>
            </w:r>
          </w:p>
        </w:tc>
      </w:tr>
      <w:tr w:rsidR="000278B2" w:rsidRPr="000D01BD" w:rsidTr="000D01BD">
        <w:tc>
          <w:tcPr>
            <w:tcW w:w="308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Земли администрации г.Людиново и Людиновский район Калужской области, арендатор – ИП Чувган Марина Анатольевна, земли лесного фонда</w:t>
            </w:r>
          </w:p>
        </w:tc>
        <w:tc>
          <w:tcPr>
            <w:tcW w:w="283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Кадастровый квартал 40:12:012101 (13 квартал лесного участка Людиновского участкового лесничества)</w:t>
            </w:r>
          </w:p>
        </w:tc>
        <w:tc>
          <w:tcPr>
            <w:tcW w:w="198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Временная технологическая дорога с разгрузочно-погрузочной площадкой</w:t>
            </w:r>
          </w:p>
        </w:tc>
        <w:tc>
          <w:tcPr>
            <w:tcW w:w="2517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2029,14</w:t>
            </w:r>
          </w:p>
        </w:tc>
      </w:tr>
      <w:tr w:rsidR="000278B2" w:rsidRPr="000D01BD" w:rsidTr="000D01BD">
        <w:tc>
          <w:tcPr>
            <w:tcW w:w="308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Земли в собственности ООО «Зеленые линии Калуга», земли сельскохозяйственного назначения</w:t>
            </w:r>
          </w:p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Кадастровый квартал 40:12:020903, земельный участок 40:12:020903:14</w:t>
            </w:r>
          </w:p>
        </w:tc>
        <w:tc>
          <w:tcPr>
            <w:tcW w:w="198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Бытовой городок</w:t>
            </w:r>
          </w:p>
        </w:tc>
        <w:tc>
          <w:tcPr>
            <w:tcW w:w="2517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3485,31</w:t>
            </w:r>
          </w:p>
        </w:tc>
      </w:tr>
      <w:tr w:rsidR="000278B2" w:rsidRPr="000D01BD" w:rsidTr="000D01BD">
        <w:tc>
          <w:tcPr>
            <w:tcW w:w="308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Земли в собственности ООО «Зеленые линии Калуга», земли сельскохозяйственного назначения</w:t>
            </w:r>
          </w:p>
        </w:tc>
        <w:tc>
          <w:tcPr>
            <w:tcW w:w="283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Кадастровый квартал 40:12:020903, земельный участок 40:12:020903:14</w:t>
            </w:r>
          </w:p>
        </w:tc>
        <w:tc>
          <w:tcPr>
            <w:tcW w:w="198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Отвал почвенно-растительного грунта</w:t>
            </w:r>
          </w:p>
        </w:tc>
        <w:tc>
          <w:tcPr>
            <w:tcW w:w="2517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4193,73</w:t>
            </w:r>
          </w:p>
        </w:tc>
      </w:tr>
      <w:tr w:rsidR="000278B2" w:rsidRPr="000D01BD" w:rsidTr="000D01BD">
        <w:tc>
          <w:tcPr>
            <w:tcW w:w="308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Земли администрации г.Людиново и Людиновский район Калужской области</w:t>
            </w:r>
          </w:p>
        </w:tc>
        <w:tc>
          <w:tcPr>
            <w:tcW w:w="283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Кадастровый квартал 40:12:020903</w:t>
            </w:r>
          </w:p>
        </w:tc>
        <w:tc>
          <w:tcPr>
            <w:tcW w:w="1985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Водоотводная канава</w:t>
            </w:r>
          </w:p>
        </w:tc>
        <w:tc>
          <w:tcPr>
            <w:tcW w:w="2517" w:type="dxa"/>
          </w:tcPr>
          <w:p w:rsidR="000278B2" w:rsidRPr="000D01BD" w:rsidRDefault="000278B2" w:rsidP="000D01BD">
            <w:pPr>
              <w:tabs>
                <w:tab w:val="left" w:pos="4333"/>
              </w:tabs>
              <w:spacing w:after="0" w:line="240" w:lineRule="auto"/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BD">
              <w:rPr>
                <w:rFonts w:ascii="Times New Roman" w:hAnsi="Times New Roman"/>
                <w:sz w:val="24"/>
                <w:szCs w:val="24"/>
              </w:rPr>
              <w:t>2393,29</w:t>
            </w:r>
          </w:p>
        </w:tc>
      </w:tr>
    </w:tbl>
    <w:p w:rsidR="000278B2" w:rsidRPr="00813EB3" w:rsidRDefault="000278B2" w:rsidP="00F4377B">
      <w:pPr>
        <w:tabs>
          <w:tab w:val="left" w:pos="4333"/>
        </w:tabs>
        <w:ind w:right="141"/>
        <w:jc w:val="center"/>
        <w:rPr>
          <w:rFonts w:ascii="Times New Roman" w:hAnsi="Times New Roman"/>
          <w:b/>
          <w:sz w:val="28"/>
          <w:szCs w:val="28"/>
        </w:rPr>
      </w:pPr>
      <w:r w:rsidRPr="00813EB3">
        <w:rPr>
          <w:rFonts w:ascii="Times New Roman" w:hAnsi="Times New Roman"/>
          <w:b/>
          <w:sz w:val="28"/>
          <w:szCs w:val="28"/>
        </w:rPr>
        <w:t>Приложение 2</w:t>
      </w:r>
    </w:p>
    <w:p w:rsidR="000278B2" w:rsidRPr="008F74DA" w:rsidRDefault="000278B2" w:rsidP="008F74DA">
      <w:pPr>
        <w:tabs>
          <w:tab w:val="left" w:pos="4333"/>
        </w:tabs>
        <w:spacing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  <w:r w:rsidRPr="008F74DA">
        <w:rPr>
          <w:rFonts w:ascii="Times New Roman" w:hAnsi="Times New Roman"/>
          <w:sz w:val="28"/>
          <w:szCs w:val="28"/>
        </w:rPr>
        <w:t>Каталог координат границ проектируемой территории</w:t>
      </w:r>
    </w:p>
    <w:p w:rsidR="000278B2" w:rsidRPr="008F74DA" w:rsidRDefault="000278B2" w:rsidP="008F74DA">
      <w:pPr>
        <w:tabs>
          <w:tab w:val="left" w:pos="4333"/>
        </w:tabs>
        <w:spacing w:line="240" w:lineRule="auto"/>
        <w:ind w:right="141"/>
        <w:jc w:val="center"/>
        <w:rPr>
          <w:rFonts w:ascii="Times New Roman" w:hAnsi="Times New Roman"/>
          <w:sz w:val="28"/>
          <w:szCs w:val="28"/>
        </w:rPr>
        <w:sectPr w:rsidR="000278B2" w:rsidRPr="008F74DA" w:rsidSect="00EA4CF0">
          <w:footerReference w:type="default" r:id="rId6"/>
          <w:pgSz w:w="11906" w:h="16838"/>
          <w:pgMar w:top="567" w:right="566" w:bottom="568" w:left="1134" w:header="708" w:footer="708" w:gutter="0"/>
          <w:cols w:space="708"/>
          <w:titlePg/>
          <w:rtlGutter/>
          <w:docGrid w:linePitch="360"/>
        </w:sectPr>
      </w:pPr>
      <w:r w:rsidRPr="008F74DA">
        <w:rPr>
          <w:rFonts w:ascii="Times New Roman" w:hAnsi="Times New Roman"/>
          <w:sz w:val="28"/>
          <w:szCs w:val="28"/>
        </w:rPr>
        <w:t>(участок Людиновского водохранилища в границах производства работ)</w:t>
      </w:r>
    </w:p>
    <w:tbl>
      <w:tblPr>
        <w:tblW w:w="32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588"/>
        <w:gridCol w:w="1276"/>
        <w:gridCol w:w="1418"/>
      </w:tblGrid>
      <w:tr w:rsidR="000278B2" w:rsidRPr="000D01BD" w:rsidTr="00F4377B">
        <w:trPr>
          <w:trHeight w:val="357"/>
          <w:tblHeader/>
        </w:trPr>
        <w:tc>
          <w:tcPr>
            <w:tcW w:w="588" w:type="dxa"/>
            <w:gridSpan w:val="2"/>
            <w:vMerge w:val="restart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точ</w:t>
            </w:r>
          </w:p>
        </w:tc>
        <w:tc>
          <w:tcPr>
            <w:tcW w:w="2694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МСК-40</w:t>
            </w:r>
          </w:p>
        </w:tc>
      </w:tr>
      <w:tr w:rsidR="000278B2" w:rsidRPr="000D01BD" w:rsidTr="00F4377B">
        <w:trPr>
          <w:trHeight w:val="357"/>
          <w:tblHeader/>
        </w:trPr>
        <w:tc>
          <w:tcPr>
            <w:tcW w:w="588" w:type="dxa"/>
            <w:gridSpan w:val="2"/>
            <w:vMerge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368 851.24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1 183 818.56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368 841.05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1 183 837.87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368 848.77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1 183 855.96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368 892.20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1 183 891.87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368 882.16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1 183 897.07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368 860.90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1 183 887.92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368 847.88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1 183 905.66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368 839.84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1 183 886.52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368 816.62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1 183 888.96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368 792.55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1 183 874.27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368 790.33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1 183 889.78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368 758.85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1 183 895.53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368 763.20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1 183 914.31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368 745.69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1 183 909.44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368 740.92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1 183 921.76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368 811.13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1 183 935.31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368 860.66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1 183 929.07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368 667.36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1 183 975.87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368 657.29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1 183 959.93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368 580.52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1 183 925.72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368 540.75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1 183 850.33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368 505.46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1 183 849.49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368 480.90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1 183 839.67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368 466.22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1 183 769.92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368 390.19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1 183 680.39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368 345.47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1 183 547.18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368 288.93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1 183 455.27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368 268.73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1 183 335.88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368 251.32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1 183 316.68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368 184.41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1 183 193.27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368 160.72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1 183 185.34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368 130.70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1 183 143.44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368 014.36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1 183 099.19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367 978.37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1 183 059.44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367 951.75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1 182 998.42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367 877.08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1 182 954.20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367 821.24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1 182 907.13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367 723.73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1 182 956.15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367 640.18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1 183 067.81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367 621.08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1 183 082.43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367 582.54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1 183 032.56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367 566.14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1 182 990.74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367 513.69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1 182 957.05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367 488.41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1 182 958.78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367 429.38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1 182 987.86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367 365.31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1 182 987.56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367 367.30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1 182 966.40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367 402.47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1 182 922.51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367 390.86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1 182 909.79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367 330.84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1 182 935.66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367 284.00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1 182 937.70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367 267.52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1 182 921.61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367 183.27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1 182 938.95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367 144.57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1 182 956.26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367 103.52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1 182 992.07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366 970.90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1 183 004.99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366 916.02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1 183 029.49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366 868.40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1 183 038.44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366 852.28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1 183 059.63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60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366 848.13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1 183 093.39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61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366 873.59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1 183 169.40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62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366 877.18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1 183 223.61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63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366 903.79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1 183 340.26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64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366 908.29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1 183 421.85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65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366 891.28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1 183 390.26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66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366 870.74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1 183 372.68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67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366 858.44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1 183 319.18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68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366 831.75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1 183 281.72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69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366 821.83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1 183 214.71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70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366 795.75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1 183 161.86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71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366 789.33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1 183 117.24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72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366 760.45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1 183 100.67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73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366 734.17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1 183 103.80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74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366 708.66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1 183 120.40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75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366 670.75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1 183 184.48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76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366 646.25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1 183 208.39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77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366 592.07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1 183 231.47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78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366 514.38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1 183 245.29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79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366 489.98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1 183 264.58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80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366 469.42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1 183 297.30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81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366 398.47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1 183 330.41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82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366 370.68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1 183 335.07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83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366 316.62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1 183 327.58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84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366 260.04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1 183 344.55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85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366 214.72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1 183 328.96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86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366 149.39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1 183 335.70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87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366 099.42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1 183 331.50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88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366 037.90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1 183 349.02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89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365 913.45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1 183 456.22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90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365 892.98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1 183 518.12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91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365 832.28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1 183 562.34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92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365 792.30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1 183 641.56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93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365 736.13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1 183 681.18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94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365 698.40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1 183 723.39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95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365 671.25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1 183 732.97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96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365 619.76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1 183 695.38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97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365 560.49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1 183 721.21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98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365 515.80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1 183 714.29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99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365 465.66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1 183 784.78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365 388.47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1 183 872.03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101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365 388.48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1 183 899.53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102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365 426.40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1 183 935.66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103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365 508.88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1 184 060.42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104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365 585.90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1 184 116.01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105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365 624.54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1 184 182.16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106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365 667.62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1 184 202.48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107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365 590.38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1 184 180.10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108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365 546.22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1 184 137.95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109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365 479.24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1 184 093.60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110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365 450.51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1 184 044.66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111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365 392.77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1 184 030.10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112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365 341.03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1 183 969.89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113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365 326.18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1 183 969.54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114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365 317.41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1 183 993.29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115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365 276.50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1 183 992.37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116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365 266.33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1 184 036.51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117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365 274.02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1 183 945.64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118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365 303.82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1 183 893.07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119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365 295.26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1 183 877.39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120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365 276.24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1 183 889.22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121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365 228.54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1 184 003.62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122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365 205.05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1 184 018.88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123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365 088.21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1 184 054.69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124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365 080.42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1 184 069.91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125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365 088.71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1 184 101.78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126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365 060.64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1 184 086.97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127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365 060.66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1 184 065.44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128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364 946.44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1 184 117.15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129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364 917.92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1 184 116.83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130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364 887.49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1 184 082.16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131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364 835.41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1 183 966.39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132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364 820.02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1 183 911.77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133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364 797.24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1 183 880.97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134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364 800.99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1 183 835.58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135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364 764.51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1 183 770.43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136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364 735.27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1 183 743.23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137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364 679.40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1 183 735.92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138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364 659.68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1 183 759.68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139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364 659.22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1 183 817.80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140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364 668.92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1 183 859.35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141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364 670.00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1 183 953.08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142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364 708.13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1 184 012.72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143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364 685.68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1 184 035.71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144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364 681.76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1 184 050.98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145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364 707.63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1 184 143.99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146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364 684.31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1 184 198.05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147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364 639.59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1 184 218.86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148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364 605.26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1 184 216.29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149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364 591.75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1 184 188.43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150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364 608.86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1 184 144.81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151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364 599.63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1 184 110.35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152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364 600.93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1 184 065.27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153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364 582.90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1 184 021.36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154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364 573.30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1 183 960.40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155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364 582.36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1 183 928.54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156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364 575.58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1 183 898.78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157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364 596.89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1 183 864.92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158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364 597.53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1 183 846.15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159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364 540.25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1 183 756.60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160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364 512.92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1 183 737.75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161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364 489.17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1 183 736.63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162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364 394.58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1 183 759.61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163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364 328.68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1 183 809.85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164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364 321.57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1 183 828.28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165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364 361.02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1 183 836.04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166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364 364.65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1 183 843.32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167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364 322.89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1 183 903.98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168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364 283.59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1 183 926.13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169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364 266.08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1 183 945.37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170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364 251.44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1 183 988.02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171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364 258.48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1 184 022.35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172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364 226.97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1 183 943.08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173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364 183.85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1 183 912.28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174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364 160.01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1 183 869.69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175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364 053.98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1 183 920.88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176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364 031.68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1 183 939.56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177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363 968.28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1 183 947.33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178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363 934.28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1 183 943.02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179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363 892.85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1 183 917.42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180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363 803.11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1 183 794.38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181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363 774.60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1 183 777.43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182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363 737.31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1 183 776.35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183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363 721.17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1 183 784.97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184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363 698.36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1 183 870.85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185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363 699.27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1 183 909.96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186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363 690.27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1 183 843.35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187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363 695.35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1 183 781.12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188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363 668.29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1 183 742.53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189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363 627.04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1 183 704.58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190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363 558.23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1 183 668.77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191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363 466.93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1 183 658.21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192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363 426.51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1 183 645.65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193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363 281.17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1 183 519.82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194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363 269.12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1 183 561.60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195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363 243.85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1 183 560.06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196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363 247.95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1 183 436.84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197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363 229.94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1 183 406.04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198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363 176.16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1 183 381.39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199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363 138.01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1 183 379.16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200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363 102.14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1 183 363.72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201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363 060.14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1 183 358.27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202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363 005.93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1 183 326.03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203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362 910.63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1 183 315.74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204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362 875.28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1 183 321.59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205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362 846.95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1 183 301.98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206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362 774.42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1 183 298.67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207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362 753.83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1 183 307.59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208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362 742.82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1 183 335.66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209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362 759.92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1 183 378.09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210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362 765.86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1 183 435.07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211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362 798.09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1 183 471.67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212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362 804.17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1 183 491.30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213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362 795.32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1 183 641.31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214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362 768.80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1 183 690.32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215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362 774.87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1 183 718.25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216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362 766.06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1 183 697.67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217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362 774.80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1 183 663.42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218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362 769.32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1 183 562.58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219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362 753.31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1 183 515.60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220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362 776.68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1 183 494.27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221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362 720.48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1 183 454.89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222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362 703.44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1 183 407.89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223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362 652.94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1 183 345.08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224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362 630.34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1 183 287.53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225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362 618.29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1 183 275.69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226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362 538.22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1 183 258.57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227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362 459.71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1 183 270.85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228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362 423.54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1 183 287.07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229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362 372.30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1 183 342.01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230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362 294.97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1 183 362.28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231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362 186.51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1 183 356.88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232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362 066.56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1 183 330.60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233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362 009.93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1 183 307.12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234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361 960.81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1 183 308.38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235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361 951.36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1 183 299.00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236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361 938.55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1 183 242.56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237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361 892.32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1 183 207.09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238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361 845.82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1 183 149.81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239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361 774.93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1 183 117.26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240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361 627.66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1 182 993.92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241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361 591.39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1 182 944.84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242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361 549.91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1 182 928.73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243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361 463.63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1 182 929.22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244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361 338.61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1 182 945.77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245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361 296.79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1 183 001.36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246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361 264.07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1 183 077.60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247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361 217.24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1 183 079.35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248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361 230.36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1 183 116.03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249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361 222.51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1 183 140.56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250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361 174.95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1 183 160.01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251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361 143.08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1 183 192.69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252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361 122.39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1 183 201.80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253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361 109.73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1 183 178.18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254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361 109.87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1 183 087.47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255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360 989.14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1 183 094.73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256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360 904.11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1 183 063.37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257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360 889.20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1 183 052.40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258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360 887.85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1 183 023.19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259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360 846.15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1 183 011.30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260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360 860.97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1 182 976.60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261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360 851.37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1 182 955.32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262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360 828.02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1 182 949.40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263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360 756.15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1 182 960.93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264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360 712.18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1 182 900.19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265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360 672.77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1 182 889.84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266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360 622.85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1 182 930.62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267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360 564.30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1 182 926.85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268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360 544.71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1 182 943.17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269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360 534.78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1 182 993.85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270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360 546.72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1 183 071.84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271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360 548.59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1 183 176.28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272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360 534.63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1 183 198.85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273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360 497.13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1 183 160.83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274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360 469.19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1 183 153.84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275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360 451.04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1 183 245.22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276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360 473.86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1 183 286.44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277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360 119.37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1 183 223.03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278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360 130.56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1 183 200.12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279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360 107.42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1 183 107.27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280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360 053.59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1 183 065.53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281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359 989.82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1 183 034.62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282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359 955.96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1 183 003.94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283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359 948.85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1 182 984.15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284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359 957.87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1 182 962.54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285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359 987.81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1 182 947.69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286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359 996.82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1 182 935.19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287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359 996.23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1 182 907.85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288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359 968.42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1 182 878.35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289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360 008.54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1 182 856.41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290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360 036.99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1 182 807.06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291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360 116.48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1 182 538.11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292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360 044.59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1 182 749.77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293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360 026.51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1 182 762.81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294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359 999.25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1 182 767.70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295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359 998.90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1 182 734.40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296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359 991.45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1 182 733.16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297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359 897.15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1 182 813.96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298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360 171.18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1 182 254.02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299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360 180.39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1 182 288.00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300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360 177.56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1 182 345.96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301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360 212.90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1 182 311.25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302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360 241.64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1 182 319.11</w:t>
            </w:r>
          </w:p>
        </w:tc>
      </w:tr>
      <w:tr w:rsidR="000278B2" w:rsidRPr="000D01BD" w:rsidTr="00F4377B">
        <w:trPr>
          <w:trHeight w:val="357"/>
        </w:trPr>
        <w:tc>
          <w:tcPr>
            <w:tcW w:w="588" w:type="dxa"/>
            <w:gridSpan w:val="2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303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360 358.25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1 182 320.98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304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360 439.07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1 182 361.72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305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360 469.74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1 182 367.23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306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360 497.50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1 182 352.88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307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360 537.89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1 182 358.84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308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360 600.70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1 182 350.99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309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360 653.23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1 182 355.75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310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360 726.63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1 182 311.15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311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360 744.71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1 182 232.24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312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360 745.05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1 182 181.09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313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360 744.86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1 182 218.51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314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360 772.05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1 182 297.23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315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360 838.33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1 182 344.89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316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360 900.24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1 182 348.35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317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360 974.81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1 182 332.04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318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361 063.25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1 182 349.83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319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361 097.35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1 182 335.36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320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361 116.47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1 182 307.62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321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361 116.75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1 182 227.90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322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361 160.99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1 182 178.16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323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361 144.91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1 182 119.92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324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361 164.15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1 182 180.02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325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361 181.97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1 182 205.25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326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361 187.98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1 182 283.27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327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361 210.28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1 182 313.12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328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361 238.89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1 182 329.64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329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361 276.17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1 182 331.32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330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361 362.20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1 182 316.00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331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361 432.59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1 182 321.61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332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361 465.22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1 182 315.58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333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361 510.82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1 182 279.97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334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361 525.39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1 182 223.90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335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361 513.86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1 182 286.84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336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361 525.98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1 182 316.88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337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361 541.50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1 182 322.16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338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361 596.74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1 182 212.84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339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361 587.52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1 182 240.78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340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361 593.34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1 182 269.18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341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361 607.19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1 182 288.98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342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361 719.76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1 182 326.64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343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361 791.50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1 182 321.84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344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361 960.83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1 182 339.90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345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362 008.15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1 182 360.75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346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362 025.80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1 182 344.01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347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362 025.45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1 182 312.20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348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362 038.77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1 182 279.68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349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362 035.49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1 182 307.90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362 043.55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1 182 326.47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362 103.71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1 182 342.94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362 126.20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1 182 383.89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362 202.87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1 182 385.27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362 250.09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1 182 406.83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362 327.61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1 182 423.70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362 347.69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1 182 419.43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362 355.93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1 182 398.26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362 363.24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1 182 427.15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359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362 401.02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1 182 486.54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362 461.27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1 182 551.14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362 538.85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1 182 595.23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362 579.79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1 182 588.51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362 597.42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1 182 618.86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362 628.32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1 182 635.60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362 656.45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1 182 634.20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362 693.28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1 182 615.02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362 709.88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1 182 595.17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362 724.51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1 182 553.48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362 746.25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1 182 543.00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370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362 755.11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1 182 557.09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371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362 733.36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1 182 577.21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372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362 717.26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1 182 648.60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373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362 738.05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1 182 695.94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374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362 739.17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1 182 716.06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375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362 774.58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1 182 742.08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376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362 918.03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1 182 771.52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377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362 995.90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1 182 806.37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378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363 011.51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1 182 841.60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379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363 048.60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1 182 828.38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380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363 125.54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1 182 863.07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381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363 148.19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1 182 885.03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382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363 165.88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1 182 926.27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383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363 205.57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1 182 954.36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384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363 222.41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1 183 020.73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385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363 254.71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1 183 037.58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386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363 277.60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1 183 035.13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387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363 337.73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1 183 006.71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388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363 394.48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1 182 999.48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389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363 410.84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1 183 006.20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390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363 418.57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1 183 045.12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391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363 429.83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1 183 055.90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392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363 459.15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1 183 056.06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393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363 500.41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1 183 041.73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394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363 584.64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1 182 985.22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395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363 649.68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1 182 841.82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396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363 643.38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1 182 928.83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397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363 654.25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1 182 984.13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398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363 628.60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1 183 056.28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399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363 625.42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1 183 120.32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400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363 601.09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1 183 173.62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401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363 611.26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1 183 201.98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402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363 653.48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1 183 233.64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403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363 712.42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1 183 260.16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404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363 735.08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1 183 260.07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405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363 778.13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1 183 240.31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406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363 794.00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1 183 241.02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407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363 846.66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1 183 300.69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408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363 943.05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1 183 300.67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409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363 972.94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1 183 307.31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410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364 001.19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1 183 332.63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411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364 010.54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1 183 381.80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412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364 022.09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1 183 395.76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413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364 105.85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1 183 418.39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414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364 156.09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1 183 420.16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415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364 177.18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1 183 455.94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416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364 203.02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1 183 470.03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417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364 233.62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1 183 461.26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418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364 241.52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1 183 451.72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419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364 234.42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1 183 442.41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420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364 252.09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1 183 438.23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421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364 315.08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1 183 445.65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422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364 370.03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1 183 431.85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423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364 467.21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1 183 448.49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424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364 565.97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1 183 442.89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425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364 645.85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1 183 461.87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426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364 691.62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1 183 457.84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427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364 747.22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1 183 435.48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428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364 815.73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1 183 425.89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429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364 857.32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1 183 346.43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430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364 804.30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1 183 246.82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431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364 836.93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1 183 272.21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432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364 857.38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1 183 303.61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433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364 874.75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1 183 303.97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434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364 888.01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1 183 220.69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435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364 933.90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1 183 137.51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436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364 947.51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1 183 081.57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437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364 967.18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1 183 049.71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438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364 964.78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1 183 132.93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439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364 929.71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1 183 223.06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440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364 928.87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1 183 272.67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441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364 910.33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1 183 332.96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442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364 910.91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1 183 366.56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443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364 952.53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1 183 446.96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444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364 974.17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1 183 468.45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445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364 995.58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1 183 476.42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446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365 049.62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1 183 471.65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447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365 103.95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1 183 482.23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448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365 149.17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1 183 463.51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449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365 192.59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1 183 470.09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450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365 237.45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1 183 449.58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451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365 365.09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1 183 450.06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452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365 390.98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1 183 433.38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453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365 403.17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1 183 382.33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454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365 424.47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1 183 364.66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455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365 493.87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1 183 350.57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456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365 558.08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1 183 361.76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457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365 639.44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1 183 349.01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458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365 729.83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1 183 299.10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459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365 811.78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1 183 220.94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460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365 904.39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1 183 150.67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461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365 972.49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1 183 109.70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462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366 025.18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1 183 065.86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463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366 070.44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1 183 054.88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464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366 101.47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1 183 031.28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465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366 107.92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1 183 015.48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466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366 103.20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1 182 997.29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467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366 071.79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1 182 951.29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468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366 064.10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1 182 923.91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469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366 044.65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1 182 903.35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470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366 083.07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1 182 931.39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471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366 120.96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1 182 981.97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472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366 182.65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1 183 023.05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473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366 216.42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1 183 004.00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474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366 258.82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1 183 005.44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475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366 281.58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1 182 988.71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476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366 405.45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1 182 977.67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477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366 477.51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1 182 933.99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478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366 539.92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1 182 919.58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479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366 600.85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1 182 890.72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480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366 610.48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1 182 871.02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481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366 608.47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1 182 832.55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482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366 582.84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1 182 768.58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483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366 556.79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1 182 751.81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484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366 512.60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1 182 752.95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485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366 437.59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1 182 688.68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486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366 467.43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1 182 705.12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487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366 557.18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1 182 719.53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488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366 596.71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1 182 763.43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489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366 613.22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1 182 771.80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490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366 626.80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1 182 753.74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491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366 635.43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1 182 711.35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492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366 634.79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1 182 646.48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493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366 640.99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1 182 706.64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494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366 672.92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1 182 748.22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495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366 710.57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1 182 694.88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496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366 743.62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1 182 668.97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497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366 762.32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1 182 668.24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498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366 784.97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1 182 624.39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499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366 766.80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1 182 685.71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500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366 721.03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1 182 740.51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501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366 711.72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1 182 782.06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502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366 680.48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1 182 795.86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503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366 670.32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1 182 809.91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504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366 671.11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1 182 849.13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505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366 690.95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1 182 857.98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506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366 804.09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1 182 817.69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507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367 045.96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1 182 766.39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508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367 136.15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1 182 738.46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509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367 183.60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1 182 735.24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510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367 224.47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1 182 712.85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511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367 318.86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1 182 700.76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512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367 476.70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1 182 650.85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513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367 535.43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1 182 612.62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514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367 572.93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1 182 574.53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515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367 675.47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1 182 515.65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516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367 737.46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1 182 375.71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517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367 760.15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1 182 349.06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518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367 787.15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1 182 337.10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519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367 840.27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1 182 338.88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520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367 903.84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1 182 327.21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521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367 925.91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1 182 335.76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522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367 942.79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1 182 356.06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523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367 959.33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1 182 451.31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524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368 012.65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1 182 428.78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525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368 030.54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1 182 441.26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526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368 033.44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1 182 545.02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527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367 992.81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1 182 623.25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528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367 989.22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1 182 671.33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529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367 997.99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1 182 692.98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530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368 043.45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1 182 739.74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531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368 064.87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1 182 778.22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532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368 119.63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1 182 806.85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533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368 173.23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1 182 790.41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534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368 183.13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1 182 744.82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535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368 224.82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1 182 726.32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536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368 223.89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1 182 691.79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537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368 251.85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1 182 707.76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538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368 293.32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1 182 753.85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539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368 317.75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1 182 759.85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540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368 344.79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1 182 753.97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541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368 387.67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1 182 701.58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542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368 442.74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1 182 679.17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543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368 470.47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1 182 657.33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544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368 497.65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1 182 592.49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545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368 531.41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1 182 553.94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546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368 532.52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1 182 519.17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547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368 545.87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1 182 499.01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548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368 570.24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1 182 489.10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549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368 618.00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1 182 486.45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550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368 637.36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1 182 500.57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551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368 608.90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1 182 513.27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552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368 590.01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1 182 531.72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553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368 540.73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1 182 646.26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554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368 556.18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1 182 670.36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555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368 629.35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1 182 685.38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556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368 571.35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1 182 681.10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557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368 536.62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1 182 691.31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558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368 522.36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1 182 705.58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559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368 478.21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1 182 867.03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560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368 465.60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1 182 976.41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561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368 492.27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1 183 099.17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562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368 542.52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1 183 151.33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563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368 530.86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1 183 209.76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564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368 556.48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1 183 333.10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565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368 573.25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1 183 381.94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566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368 619.21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1 183 466.22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567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368 637.78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1 183 545.00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568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368 693.29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1 183 604.81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569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368 765.22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1 183 641.02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570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368 830.50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1 183 711.86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571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368 887.26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1 183 745.90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572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368 893.97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1 183 812.28</w:t>
            </w:r>
          </w:p>
        </w:tc>
      </w:tr>
      <w:tr w:rsidR="000278B2" w:rsidRPr="000D01BD" w:rsidTr="00F4377B">
        <w:trPr>
          <w:gridBefore w:val="1"/>
          <w:trHeight w:val="357"/>
        </w:trPr>
        <w:tc>
          <w:tcPr>
            <w:tcW w:w="58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573</w:t>
            </w:r>
          </w:p>
        </w:tc>
        <w:tc>
          <w:tcPr>
            <w:tcW w:w="1276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368 851.24</w:t>
            </w:r>
          </w:p>
        </w:tc>
        <w:tc>
          <w:tcPr>
            <w:tcW w:w="1418" w:type="dxa"/>
            <w:noWrap/>
          </w:tcPr>
          <w:p w:rsidR="000278B2" w:rsidRPr="00254C01" w:rsidRDefault="000278B2" w:rsidP="008F42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C01">
              <w:rPr>
                <w:rFonts w:ascii="Times New Roman" w:hAnsi="Times New Roman"/>
              </w:rPr>
              <w:t>1 183 818.56</w:t>
            </w:r>
          </w:p>
        </w:tc>
      </w:tr>
    </w:tbl>
    <w:p w:rsidR="000278B2" w:rsidRPr="008F7B55" w:rsidRDefault="000278B2" w:rsidP="008F7B55">
      <w:pPr>
        <w:tabs>
          <w:tab w:val="left" w:pos="4333"/>
        </w:tabs>
        <w:ind w:right="141"/>
        <w:jc w:val="center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p w:rsidR="000278B2" w:rsidRPr="00906D5B" w:rsidRDefault="000278B2" w:rsidP="00906D5B">
      <w:pPr>
        <w:tabs>
          <w:tab w:val="left" w:pos="4333"/>
        </w:tabs>
        <w:ind w:right="141"/>
        <w:jc w:val="both"/>
        <w:rPr>
          <w:rFonts w:ascii="Times New Roman" w:hAnsi="Times New Roman"/>
          <w:sz w:val="24"/>
          <w:szCs w:val="24"/>
        </w:rPr>
      </w:pPr>
    </w:p>
    <w:sectPr w:rsidR="000278B2" w:rsidRPr="00906D5B" w:rsidSect="00F4377B">
      <w:type w:val="continuous"/>
      <w:pgSz w:w="11906" w:h="16838"/>
      <w:pgMar w:top="567" w:right="566" w:bottom="568" w:left="1134" w:header="708" w:footer="708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8B2" w:rsidRDefault="000278B2" w:rsidP="00F4377B">
      <w:pPr>
        <w:spacing w:after="0" w:line="240" w:lineRule="auto"/>
      </w:pPr>
      <w:r>
        <w:separator/>
      </w:r>
    </w:p>
  </w:endnote>
  <w:endnote w:type="continuationSeparator" w:id="0">
    <w:p w:rsidR="000278B2" w:rsidRDefault="000278B2" w:rsidP="00F43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8B2" w:rsidRDefault="000278B2">
    <w:pPr>
      <w:pStyle w:val="Footer"/>
      <w:jc w:val="right"/>
    </w:pPr>
    <w:fldSimple w:instr=" PAGE   \* MERGEFORMAT ">
      <w:r>
        <w:rPr>
          <w:noProof/>
        </w:rPr>
        <w:t>6</w:t>
      </w:r>
    </w:fldSimple>
  </w:p>
  <w:p w:rsidR="000278B2" w:rsidRDefault="000278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8B2" w:rsidRDefault="000278B2" w:rsidP="00F4377B">
      <w:pPr>
        <w:spacing w:after="0" w:line="240" w:lineRule="auto"/>
      </w:pPr>
      <w:r>
        <w:separator/>
      </w:r>
    </w:p>
  </w:footnote>
  <w:footnote w:type="continuationSeparator" w:id="0">
    <w:p w:rsidR="000278B2" w:rsidRDefault="000278B2" w:rsidP="00F437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5122"/>
    <w:rsid w:val="00023A6C"/>
    <w:rsid w:val="000278B2"/>
    <w:rsid w:val="00063A4D"/>
    <w:rsid w:val="000D01BD"/>
    <w:rsid w:val="000F402A"/>
    <w:rsid w:val="00110ADC"/>
    <w:rsid w:val="0014206D"/>
    <w:rsid w:val="00164674"/>
    <w:rsid w:val="0018119C"/>
    <w:rsid w:val="001C040F"/>
    <w:rsid w:val="002321C8"/>
    <w:rsid w:val="00244921"/>
    <w:rsid w:val="00254C01"/>
    <w:rsid w:val="002617ED"/>
    <w:rsid w:val="002F208F"/>
    <w:rsid w:val="00305122"/>
    <w:rsid w:val="00312CF7"/>
    <w:rsid w:val="003932EB"/>
    <w:rsid w:val="00471AF7"/>
    <w:rsid w:val="004B743F"/>
    <w:rsid w:val="004C023E"/>
    <w:rsid w:val="004D0714"/>
    <w:rsid w:val="00500028"/>
    <w:rsid w:val="00521A1F"/>
    <w:rsid w:val="005328D7"/>
    <w:rsid w:val="00542271"/>
    <w:rsid w:val="00593B7C"/>
    <w:rsid w:val="00620BF3"/>
    <w:rsid w:val="00665BAB"/>
    <w:rsid w:val="006D7052"/>
    <w:rsid w:val="006E20CA"/>
    <w:rsid w:val="00726E4D"/>
    <w:rsid w:val="00726F82"/>
    <w:rsid w:val="007735C5"/>
    <w:rsid w:val="007A0E1C"/>
    <w:rsid w:val="007B461B"/>
    <w:rsid w:val="00813EB3"/>
    <w:rsid w:val="00816ACC"/>
    <w:rsid w:val="008416C2"/>
    <w:rsid w:val="00860199"/>
    <w:rsid w:val="008645FB"/>
    <w:rsid w:val="00875DCD"/>
    <w:rsid w:val="008A3AB9"/>
    <w:rsid w:val="008F16CD"/>
    <w:rsid w:val="008F42B3"/>
    <w:rsid w:val="008F74DA"/>
    <w:rsid w:val="008F7B55"/>
    <w:rsid w:val="009031C9"/>
    <w:rsid w:val="00906D5B"/>
    <w:rsid w:val="00957BD3"/>
    <w:rsid w:val="00982E6C"/>
    <w:rsid w:val="00987A0B"/>
    <w:rsid w:val="009B3485"/>
    <w:rsid w:val="00A33303"/>
    <w:rsid w:val="00A511B6"/>
    <w:rsid w:val="00A64117"/>
    <w:rsid w:val="00A929EB"/>
    <w:rsid w:val="00AB2678"/>
    <w:rsid w:val="00AB481B"/>
    <w:rsid w:val="00AF0B9E"/>
    <w:rsid w:val="00AF4698"/>
    <w:rsid w:val="00B3084B"/>
    <w:rsid w:val="00B54C73"/>
    <w:rsid w:val="00B561BE"/>
    <w:rsid w:val="00B66B4C"/>
    <w:rsid w:val="00B77B16"/>
    <w:rsid w:val="00BB5F3D"/>
    <w:rsid w:val="00BC33E7"/>
    <w:rsid w:val="00BF18F2"/>
    <w:rsid w:val="00C2699C"/>
    <w:rsid w:val="00C40D00"/>
    <w:rsid w:val="00C81E4D"/>
    <w:rsid w:val="00CA424F"/>
    <w:rsid w:val="00CD2411"/>
    <w:rsid w:val="00DC0C7D"/>
    <w:rsid w:val="00DF7D9B"/>
    <w:rsid w:val="00E25690"/>
    <w:rsid w:val="00EA4CF0"/>
    <w:rsid w:val="00F22BE5"/>
    <w:rsid w:val="00F3772D"/>
    <w:rsid w:val="00F4377B"/>
    <w:rsid w:val="00F85D90"/>
    <w:rsid w:val="00FA048F"/>
    <w:rsid w:val="00FE0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122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5122"/>
    <w:pPr>
      <w:keepNext/>
      <w:spacing w:after="0" w:line="240" w:lineRule="auto"/>
      <w:outlineLvl w:val="0"/>
    </w:pPr>
    <w:rPr>
      <w:rFonts w:ascii="Times New Roman" w:hAnsi="Times New Roman"/>
      <w:sz w:val="3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5122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4D0714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D0714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4D07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4D0714"/>
    <w:rPr>
      <w:rFonts w:ascii="Calibri" w:hAnsi="Calibri" w:cs="Times New Roman"/>
      <w:lang w:eastAsia="ru-RU"/>
    </w:rPr>
  </w:style>
  <w:style w:type="paragraph" w:styleId="NoSpacing">
    <w:name w:val="No Spacing"/>
    <w:uiPriority w:val="99"/>
    <w:qFormat/>
    <w:rsid w:val="0018119C"/>
    <w:rPr>
      <w:rFonts w:eastAsia="Times New Roman"/>
    </w:rPr>
  </w:style>
  <w:style w:type="table" w:styleId="TableGrid">
    <w:name w:val="Table Grid"/>
    <w:basedOn w:val="TableNormal"/>
    <w:uiPriority w:val="99"/>
    <w:rsid w:val="005000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F43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4377B"/>
    <w:rPr>
      <w:rFonts w:eastAsia="Times New Roman"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F43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377B"/>
    <w:rPr>
      <w:rFonts w:eastAsia="Times New Roman" w:cs="Times New Roman"/>
      <w:lang w:eastAsia="ru-RU"/>
    </w:rPr>
  </w:style>
  <w:style w:type="character" w:styleId="Hyperlink">
    <w:name w:val="Hyperlink"/>
    <w:basedOn w:val="DefaultParagraphFont"/>
    <w:uiPriority w:val="99"/>
    <w:semiHidden/>
    <w:rsid w:val="00F4377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4377B"/>
    <w:rPr>
      <w:rFonts w:cs="Times New Roman"/>
      <w:color w:val="800080"/>
      <w:u w:val="single"/>
    </w:rPr>
  </w:style>
  <w:style w:type="paragraph" w:customStyle="1" w:styleId="xl63">
    <w:name w:val="xl63"/>
    <w:basedOn w:val="Normal"/>
    <w:uiPriority w:val="99"/>
    <w:rsid w:val="00F4377B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64">
    <w:name w:val="xl64"/>
    <w:basedOn w:val="Normal"/>
    <w:uiPriority w:val="99"/>
    <w:rsid w:val="00F4377B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12</Pages>
  <Words>3612</Words>
  <Characters>20591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subject/>
  <dc:creator>smirnovavv</dc:creator>
  <cp:keywords/>
  <dc:description/>
  <cp:lastModifiedBy>Lr2014</cp:lastModifiedBy>
  <cp:revision>2</cp:revision>
  <dcterms:created xsi:type="dcterms:W3CDTF">2016-07-29T07:39:00Z</dcterms:created>
  <dcterms:modified xsi:type="dcterms:W3CDTF">2016-07-29T07:39:00Z</dcterms:modified>
</cp:coreProperties>
</file>