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072" w:rsidRPr="006D7B5D" w:rsidRDefault="00403072" w:rsidP="00403072">
      <w:pPr>
        <w:pStyle w:val="3"/>
        <w:ind w:right="-1"/>
        <w:jc w:val="center"/>
        <w:rPr>
          <w:color w:val="000000"/>
          <w:sz w:val="24"/>
          <w:szCs w:val="24"/>
        </w:rPr>
      </w:pPr>
      <w:r w:rsidRPr="006D7B5D">
        <w:rPr>
          <w:color w:val="000000"/>
          <w:sz w:val="24"/>
          <w:szCs w:val="24"/>
        </w:rPr>
        <w:t>ПРОТОКОЛ</w:t>
      </w:r>
    </w:p>
    <w:p w:rsidR="00403072" w:rsidRPr="006D7B5D" w:rsidRDefault="00403072" w:rsidP="00403072">
      <w:pPr>
        <w:tabs>
          <w:tab w:val="left" w:pos="6096"/>
        </w:tabs>
        <w:ind w:right="-1"/>
        <w:rPr>
          <w:color w:val="000000"/>
          <w:sz w:val="24"/>
          <w:szCs w:val="24"/>
        </w:rPr>
      </w:pPr>
    </w:p>
    <w:p w:rsidR="00403072" w:rsidRPr="005F2286" w:rsidRDefault="00CA7007" w:rsidP="00291A13">
      <w:pPr>
        <w:tabs>
          <w:tab w:val="left" w:pos="6096"/>
        </w:tabs>
        <w:ind w:right="-1"/>
        <w:jc w:val="center"/>
        <w:rPr>
          <w:color w:val="000000"/>
          <w:sz w:val="24"/>
          <w:szCs w:val="24"/>
        </w:rPr>
      </w:pPr>
      <w:r w:rsidRPr="005F2286">
        <w:rPr>
          <w:color w:val="000000"/>
          <w:sz w:val="24"/>
          <w:szCs w:val="24"/>
        </w:rPr>
        <w:t>п</w:t>
      </w:r>
      <w:r w:rsidR="00513E08" w:rsidRPr="005F2286">
        <w:rPr>
          <w:color w:val="000000"/>
          <w:sz w:val="24"/>
          <w:szCs w:val="24"/>
        </w:rPr>
        <w:t>ублич</w:t>
      </w:r>
      <w:r w:rsidR="00336A0E" w:rsidRPr="005F2286">
        <w:rPr>
          <w:color w:val="000000"/>
          <w:sz w:val="24"/>
          <w:szCs w:val="24"/>
        </w:rPr>
        <w:t xml:space="preserve">ных слушаний </w:t>
      </w:r>
      <w:r w:rsidR="005F2286" w:rsidRPr="005F2286">
        <w:rPr>
          <w:sz w:val="24"/>
          <w:szCs w:val="24"/>
        </w:rPr>
        <w:t>по внесению изменений в Правила землепользования и застройки муниципального образования городского поселения  «Город Людиново»</w:t>
      </w:r>
      <w:r w:rsidR="006D7B5D" w:rsidRPr="005F2286">
        <w:rPr>
          <w:sz w:val="24"/>
          <w:szCs w:val="24"/>
        </w:rPr>
        <w:t xml:space="preserve"> </w:t>
      </w:r>
    </w:p>
    <w:p w:rsidR="00403072" w:rsidRPr="006D7B5D" w:rsidRDefault="00403072" w:rsidP="00324892">
      <w:pPr>
        <w:ind w:right="-1"/>
        <w:jc w:val="center"/>
        <w:rPr>
          <w:color w:val="000000"/>
          <w:sz w:val="24"/>
          <w:szCs w:val="24"/>
        </w:rPr>
      </w:pPr>
    </w:p>
    <w:p w:rsidR="00403072" w:rsidRPr="006D7B5D" w:rsidRDefault="005F2286" w:rsidP="00440788">
      <w:pPr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</w:t>
      </w:r>
      <w:r w:rsidR="00291A13">
        <w:rPr>
          <w:color w:val="000000"/>
          <w:sz w:val="24"/>
          <w:szCs w:val="24"/>
        </w:rPr>
        <w:t>.12.</w:t>
      </w:r>
      <w:r w:rsidR="00336A0E" w:rsidRPr="006D7B5D">
        <w:rPr>
          <w:color w:val="000000"/>
          <w:sz w:val="24"/>
          <w:szCs w:val="24"/>
        </w:rPr>
        <w:t>20</w:t>
      </w:r>
      <w:r w:rsidR="004D3735" w:rsidRPr="006D7B5D">
        <w:rPr>
          <w:color w:val="000000"/>
          <w:sz w:val="24"/>
          <w:szCs w:val="24"/>
        </w:rPr>
        <w:t>1</w:t>
      </w:r>
      <w:r w:rsidR="006D7B5D">
        <w:rPr>
          <w:color w:val="000000"/>
          <w:sz w:val="24"/>
          <w:szCs w:val="24"/>
        </w:rPr>
        <w:t>6</w:t>
      </w:r>
      <w:r w:rsidR="00403072" w:rsidRPr="006D7B5D">
        <w:rPr>
          <w:color w:val="000000"/>
          <w:sz w:val="24"/>
          <w:szCs w:val="24"/>
        </w:rPr>
        <w:t xml:space="preserve"> г.</w:t>
      </w:r>
      <w:r w:rsidR="00403072" w:rsidRPr="006D7B5D">
        <w:rPr>
          <w:color w:val="000000"/>
          <w:sz w:val="24"/>
          <w:szCs w:val="24"/>
        </w:rPr>
        <w:tab/>
      </w:r>
      <w:r w:rsidR="00403072" w:rsidRPr="006D7B5D">
        <w:rPr>
          <w:color w:val="000000"/>
          <w:sz w:val="24"/>
          <w:szCs w:val="24"/>
        </w:rPr>
        <w:tab/>
      </w:r>
      <w:r w:rsidR="00403072" w:rsidRPr="006D7B5D">
        <w:rPr>
          <w:color w:val="000000"/>
          <w:sz w:val="24"/>
          <w:szCs w:val="24"/>
        </w:rPr>
        <w:tab/>
      </w:r>
      <w:r w:rsidR="00403072" w:rsidRPr="006D7B5D">
        <w:rPr>
          <w:color w:val="000000"/>
          <w:sz w:val="24"/>
          <w:szCs w:val="24"/>
        </w:rPr>
        <w:tab/>
      </w:r>
      <w:r w:rsidR="00403072" w:rsidRPr="006D7B5D">
        <w:rPr>
          <w:color w:val="000000"/>
          <w:sz w:val="24"/>
          <w:szCs w:val="24"/>
        </w:rPr>
        <w:tab/>
      </w:r>
      <w:r w:rsidR="00403072" w:rsidRPr="006D7B5D">
        <w:rPr>
          <w:color w:val="000000"/>
          <w:sz w:val="24"/>
          <w:szCs w:val="24"/>
        </w:rPr>
        <w:tab/>
      </w:r>
      <w:r w:rsidR="00403072" w:rsidRPr="006D7B5D">
        <w:rPr>
          <w:color w:val="000000"/>
          <w:sz w:val="24"/>
          <w:szCs w:val="24"/>
        </w:rPr>
        <w:tab/>
      </w:r>
      <w:r w:rsidR="00403072" w:rsidRPr="006D7B5D">
        <w:rPr>
          <w:color w:val="000000"/>
          <w:sz w:val="24"/>
          <w:szCs w:val="24"/>
        </w:rPr>
        <w:tab/>
      </w:r>
      <w:r w:rsidR="00403072" w:rsidRPr="006D7B5D">
        <w:rPr>
          <w:color w:val="000000"/>
          <w:sz w:val="24"/>
          <w:szCs w:val="24"/>
        </w:rPr>
        <w:tab/>
      </w:r>
      <w:r w:rsidR="00403072" w:rsidRPr="006D7B5D">
        <w:rPr>
          <w:color w:val="000000"/>
          <w:sz w:val="24"/>
          <w:szCs w:val="24"/>
        </w:rPr>
        <w:tab/>
      </w:r>
      <w:r w:rsidR="00403072" w:rsidRPr="006D7B5D">
        <w:rPr>
          <w:color w:val="000000"/>
          <w:sz w:val="24"/>
          <w:szCs w:val="24"/>
        </w:rPr>
        <w:tab/>
      </w:r>
      <w:r w:rsidR="00D91F43" w:rsidRPr="006D7B5D">
        <w:rPr>
          <w:color w:val="000000"/>
          <w:sz w:val="24"/>
          <w:szCs w:val="24"/>
        </w:rPr>
        <w:tab/>
      </w:r>
      <w:r w:rsidR="00403072" w:rsidRPr="006D7B5D">
        <w:rPr>
          <w:color w:val="000000"/>
          <w:sz w:val="24"/>
          <w:szCs w:val="24"/>
        </w:rPr>
        <w:t>№ 1</w:t>
      </w:r>
    </w:p>
    <w:p w:rsidR="008841D7" w:rsidRPr="006D7B5D" w:rsidRDefault="00403072" w:rsidP="00440788">
      <w:pPr>
        <w:ind w:right="-1"/>
        <w:jc w:val="both"/>
        <w:rPr>
          <w:color w:val="000000"/>
          <w:sz w:val="24"/>
          <w:szCs w:val="24"/>
        </w:rPr>
      </w:pPr>
      <w:r w:rsidRPr="006D7B5D">
        <w:rPr>
          <w:b/>
          <w:color w:val="000000"/>
          <w:sz w:val="24"/>
          <w:szCs w:val="24"/>
        </w:rPr>
        <w:t>Присутствовали:</w:t>
      </w:r>
      <w:r w:rsidR="00291A13">
        <w:rPr>
          <w:b/>
          <w:color w:val="000000"/>
          <w:sz w:val="24"/>
          <w:szCs w:val="24"/>
        </w:rPr>
        <w:t xml:space="preserve"> </w:t>
      </w:r>
      <w:r w:rsidR="005F2286">
        <w:rPr>
          <w:color w:val="000000"/>
          <w:sz w:val="24"/>
          <w:szCs w:val="24"/>
        </w:rPr>
        <w:t>20</w:t>
      </w:r>
      <w:r w:rsidR="00291A13" w:rsidRPr="00291A13">
        <w:rPr>
          <w:color w:val="000000"/>
          <w:sz w:val="24"/>
          <w:szCs w:val="24"/>
        </w:rPr>
        <w:t xml:space="preserve"> </w:t>
      </w:r>
      <w:r w:rsidR="00291A13">
        <w:rPr>
          <w:color w:val="000000"/>
          <w:sz w:val="24"/>
          <w:szCs w:val="24"/>
        </w:rPr>
        <w:t>человек.</w:t>
      </w:r>
    </w:p>
    <w:p w:rsidR="00440788" w:rsidRPr="006D7B5D" w:rsidRDefault="00403072" w:rsidP="00E07358">
      <w:pPr>
        <w:ind w:right="-1"/>
        <w:jc w:val="both"/>
        <w:rPr>
          <w:color w:val="000000"/>
          <w:sz w:val="24"/>
          <w:szCs w:val="24"/>
        </w:rPr>
      </w:pPr>
      <w:r w:rsidRPr="006D7B5D">
        <w:rPr>
          <w:b/>
          <w:color w:val="000000"/>
          <w:sz w:val="24"/>
          <w:szCs w:val="24"/>
        </w:rPr>
        <w:t>Повестка дня:</w:t>
      </w:r>
      <w:r w:rsidR="00E07358">
        <w:rPr>
          <w:b/>
          <w:color w:val="000000"/>
          <w:sz w:val="24"/>
          <w:szCs w:val="24"/>
        </w:rPr>
        <w:t xml:space="preserve"> </w:t>
      </w:r>
      <w:r w:rsidR="00291A13" w:rsidRPr="00291A13">
        <w:rPr>
          <w:color w:val="000000"/>
          <w:sz w:val="24"/>
          <w:szCs w:val="24"/>
        </w:rPr>
        <w:t>рассмотрение</w:t>
      </w:r>
      <w:r w:rsidR="00291A13">
        <w:rPr>
          <w:b/>
          <w:color w:val="000000"/>
          <w:sz w:val="24"/>
          <w:szCs w:val="24"/>
        </w:rPr>
        <w:t xml:space="preserve"> </w:t>
      </w:r>
      <w:r w:rsidR="005F2286" w:rsidRPr="005F2286">
        <w:rPr>
          <w:sz w:val="24"/>
          <w:szCs w:val="24"/>
        </w:rPr>
        <w:t>изменений</w:t>
      </w:r>
      <w:r w:rsidR="005F2286">
        <w:rPr>
          <w:sz w:val="24"/>
          <w:szCs w:val="24"/>
        </w:rPr>
        <w:t xml:space="preserve">, вносимых </w:t>
      </w:r>
      <w:r w:rsidR="005F2286" w:rsidRPr="005F2286">
        <w:rPr>
          <w:sz w:val="24"/>
          <w:szCs w:val="24"/>
        </w:rPr>
        <w:t>в Правила землепользования и застройки муниципального образования городского поселения  «Город Людиново»</w:t>
      </w:r>
      <w:r w:rsidR="00440788">
        <w:rPr>
          <w:sz w:val="24"/>
          <w:szCs w:val="24"/>
        </w:rPr>
        <w:t>.</w:t>
      </w:r>
    </w:p>
    <w:p w:rsidR="008B5016" w:rsidRDefault="007F70BB" w:rsidP="00C73A81">
      <w:pPr>
        <w:ind w:right="-1"/>
        <w:jc w:val="both"/>
        <w:rPr>
          <w:b/>
          <w:color w:val="000000"/>
          <w:sz w:val="24"/>
          <w:szCs w:val="24"/>
        </w:rPr>
      </w:pPr>
      <w:r w:rsidRPr="006D7B5D">
        <w:rPr>
          <w:b/>
          <w:color w:val="000000"/>
          <w:sz w:val="24"/>
          <w:szCs w:val="24"/>
        </w:rPr>
        <w:t>Публичные слушания</w:t>
      </w:r>
      <w:r w:rsidR="00403072" w:rsidRPr="006D7B5D">
        <w:rPr>
          <w:b/>
          <w:color w:val="000000"/>
          <w:sz w:val="24"/>
          <w:szCs w:val="24"/>
        </w:rPr>
        <w:t xml:space="preserve"> вёл</w:t>
      </w:r>
      <w:r w:rsidR="008B5016">
        <w:rPr>
          <w:b/>
          <w:color w:val="000000"/>
          <w:sz w:val="24"/>
          <w:szCs w:val="24"/>
        </w:rPr>
        <w:t xml:space="preserve"> </w:t>
      </w:r>
      <w:r w:rsidR="005F2286">
        <w:rPr>
          <w:color w:val="000000"/>
          <w:sz w:val="24"/>
          <w:szCs w:val="24"/>
        </w:rPr>
        <w:t>Фарутин</w:t>
      </w:r>
      <w:r w:rsidR="009116D2">
        <w:rPr>
          <w:color w:val="000000"/>
          <w:sz w:val="24"/>
          <w:szCs w:val="24"/>
        </w:rPr>
        <w:t xml:space="preserve"> В.Н.</w:t>
      </w:r>
      <w:r w:rsidR="008B5016" w:rsidRPr="008B5016">
        <w:rPr>
          <w:color w:val="000000"/>
          <w:sz w:val="24"/>
          <w:szCs w:val="24"/>
        </w:rPr>
        <w:t xml:space="preserve"> – </w:t>
      </w:r>
      <w:r w:rsidR="005F2286">
        <w:rPr>
          <w:color w:val="000000"/>
          <w:sz w:val="24"/>
          <w:szCs w:val="24"/>
        </w:rPr>
        <w:t xml:space="preserve">заместитель </w:t>
      </w:r>
      <w:r w:rsidR="008B5016" w:rsidRPr="008B5016">
        <w:rPr>
          <w:color w:val="000000"/>
          <w:sz w:val="24"/>
          <w:szCs w:val="24"/>
        </w:rPr>
        <w:t>глав</w:t>
      </w:r>
      <w:r w:rsidR="005F2286">
        <w:rPr>
          <w:color w:val="000000"/>
          <w:sz w:val="24"/>
          <w:szCs w:val="24"/>
        </w:rPr>
        <w:t>ы</w:t>
      </w:r>
      <w:r w:rsidR="008B5016" w:rsidRPr="008B5016">
        <w:rPr>
          <w:color w:val="000000"/>
          <w:sz w:val="24"/>
          <w:szCs w:val="24"/>
        </w:rPr>
        <w:t xml:space="preserve"> администрации </w:t>
      </w:r>
      <w:r w:rsidR="005F2286">
        <w:rPr>
          <w:color w:val="000000"/>
          <w:sz w:val="24"/>
          <w:szCs w:val="24"/>
        </w:rPr>
        <w:t>муниципального района</w:t>
      </w:r>
      <w:r w:rsidR="008B5016" w:rsidRPr="008B5016">
        <w:rPr>
          <w:color w:val="000000"/>
          <w:sz w:val="24"/>
          <w:szCs w:val="24"/>
        </w:rPr>
        <w:t xml:space="preserve"> «</w:t>
      </w:r>
      <w:r w:rsidR="005F2286">
        <w:rPr>
          <w:color w:val="000000"/>
          <w:sz w:val="24"/>
          <w:szCs w:val="24"/>
        </w:rPr>
        <w:t>Город Людиново и Людиновский район</w:t>
      </w:r>
      <w:r w:rsidR="008B5016" w:rsidRPr="008B5016">
        <w:rPr>
          <w:color w:val="000000"/>
          <w:sz w:val="24"/>
          <w:szCs w:val="24"/>
        </w:rPr>
        <w:t>».</w:t>
      </w:r>
      <w:r w:rsidR="008B5016">
        <w:rPr>
          <w:b/>
          <w:color w:val="000000"/>
          <w:sz w:val="24"/>
          <w:szCs w:val="24"/>
        </w:rPr>
        <w:t xml:space="preserve"> </w:t>
      </w:r>
      <w:r w:rsidR="008B5016" w:rsidRPr="00E07358">
        <w:rPr>
          <w:sz w:val="24"/>
          <w:szCs w:val="24"/>
        </w:rPr>
        <w:t>Открыл публичные слушания, расск</w:t>
      </w:r>
      <w:r w:rsidR="008B5016">
        <w:rPr>
          <w:sz w:val="24"/>
          <w:szCs w:val="24"/>
        </w:rPr>
        <w:t>азал об основании их проведения.</w:t>
      </w:r>
      <w:r w:rsidR="00403072" w:rsidRPr="006D7B5D">
        <w:rPr>
          <w:b/>
          <w:color w:val="000000"/>
          <w:sz w:val="24"/>
          <w:szCs w:val="24"/>
        </w:rPr>
        <w:t xml:space="preserve"> </w:t>
      </w:r>
      <w:r w:rsidR="005F2286" w:rsidRPr="005F2286">
        <w:rPr>
          <w:color w:val="000000"/>
          <w:sz w:val="24"/>
          <w:szCs w:val="24"/>
        </w:rPr>
        <w:t>Ознакомил с регламентом проведения публичных слушаний.</w:t>
      </w:r>
    </w:p>
    <w:p w:rsidR="009116D2" w:rsidRDefault="008B5016" w:rsidP="00C73A81">
      <w:pPr>
        <w:ind w:right="-1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Выступал</w:t>
      </w:r>
      <w:r w:rsidR="009116D2">
        <w:rPr>
          <w:b/>
          <w:color w:val="000000"/>
          <w:sz w:val="24"/>
          <w:szCs w:val="24"/>
        </w:rPr>
        <w:t>и:</w:t>
      </w:r>
    </w:p>
    <w:p w:rsidR="009116D2" w:rsidRDefault="00291A13" w:rsidP="00C73A81">
      <w:pPr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Андрейцева Е.В. – начальник отдела архитектуры и градостроительства администрации муниципального района «Город Людиново и Людиновский район»</w:t>
      </w:r>
      <w:r w:rsidR="005F0EF5" w:rsidRPr="006D7B5D">
        <w:rPr>
          <w:color w:val="000000"/>
          <w:sz w:val="24"/>
          <w:szCs w:val="24"/>
        </w:rPr>
        <w:t>.</w:t>
      </w:r>
      <w:r w:rsidR="0023144E" w:rsidRPr="006D7B5D">
        <w:rPr>
          <w:color w:val="000000"/>
          <w:sz w:val="24"/>
          <w:szCs w:val="24"/>
        </w:rPr>
        <w:t xml:space="preserve"> </w:t>
      </w:r>
      <w:r w:rsidR="009116D2">
        <w:rPr>
          <w:color w:val="000000"/>
          <w:sz w:val="24"/>
          <w:szCs w:val="24"/>
        </w:rPr>
        <w:t xml:space="preserve">Рассказала о Правилах землепользования и застройки, порядке их применения, картах градостроительного зонирования, территориальном зонировании, градостроительных регламентах. Разъяснила, что изменения в Правила землепользования и застройки муниципального образования городского поселения «Город Людиново» вносятся в связи с необходимостью приведения </w:t>
      </w:r>
      <w:r w:rsidR="009116D2" w:rsidRPr="009116D2">
        <w:rPr>
          <w:color w:val="000000"/>
          <w:sz w:val="24"/>
          <w:szCs w:val="24"/>
        </w:rPr>
        <w:t>в соответствие основных, вспомогательных и условно-разрешенных  видов разрешенного использования земельных участков, обозначенных в Правилах, классификатору видов разрешенного использования земельных участков, утвержденному Министерством экономического развития РФ.</w:t>
      </w:r>
      <w:r w:rsidR="009116D2">
        <w:rPr>
          <w:color w:val="000000"/>
          <w:sz w:val="24"/>
          <w:szCs w:val="24"/>
        </w:rPr>
        <w:t xml:space="preserve"> Кроме того, в Правилах учтены предложения, поступившие от жителей города Людиново. </w:t>
      </w:r>
    </w:p>
    <w:p w:rsidR="009116D2" w:rsidRDefault="009116D2" w:rsidP="00C73A81">
      <w:pPr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Музальков А.С. – директор проектной организации ООО «Архсити», выполнявшей работы по внесению изменений в Правила. Рассказал о проведенной работе по внесению изменений в Правила, указал на </w:t>
      </w:r>
      <w:r w:rsidR="002A0617">
        <w:rPr>
          <w:color w:val="000000"/>
          <w:sz w:val="24"/>
          <w:szCs w:val="24"/>
        </w:rPr>
        <w:t>необходимость разработки проектов охранных зон объектов культурного наследия, расположенных на территории городского поселения «Город Людиново».</w:t>
      </w:r>
    </w:p>
    <w:p w:rsidR="002A0617" w:rsidRDefault="00AB11E5" w:rsidP="00C73A81">
      <w:pPr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Разъяснил</w:t>
      </w:r>
      <w:r w:rsidR="002A0617">
        <w:rPr>
          <w:color w:val="000000"/>
          <w:sz w:val="24"/>
          <w:szCs w:val="24"/>
        </w:rPr>
        <w:t xml:space="preserve"> цели и задачи территориального планирования города Людиново, отметил, что главной целью является пространственная организация территории города для социально-экономического развития. </w:t>
      </w:r>
    </w:p>
    <w:p w:rsidR="00932560" w:rsidRPr="00932560" w:rsidRDefault="00932560" w:rsidP="00C73A81">
      <w:pPr>
        <w:ind w:right="-1"/>
        <w:jc w:val="both"/>
        <w:rPr>
          <w:b/>
          <w:sz w:val="24"/>
          <w:szCs w:val="24"/>
        </w:rPr>
      </w:pPr>
      <w:r w:rsidRPr="00932560">
        <w:rPr>
          <w:b/>
          <w:sz w:val="24"/>
          <w:szCs w:val="24"/>
        </w:rPr>
        <w:t>В ходе публичных слушаний обсуждались</w:t>
      </w:r>
      <w:r w:rsidR="002A0617">
        <w:rPr>
          <w:b/>
          <w:sz w:val="24"/>
          <w:szCs w:val="24"/>
        </w:rPr>
        <w:t xml:space="preserve"> следующие </w:t>
      </w:r>
      <w:r w:rsidRPr="00932560">
        <w:rPr>
          <w:b/>
          <w:sz w:val="24"/>
          <w:szCs w:val="24"/>
        </w:rPr>
        <w:t>вопросы:</w:t>
      </w:r>
    </w:p>
    <w:p w:rsidR="002A0617" w:rsidRDefault="008E3F38" w:rsidP="008E3F38">
      <w:pPr>
        <w:pStyle w:val="ConsPlusNormal"/>
        <w:numPr>
          <w:ilvl w:val="0"/>
          <w:numId w:val="8"/>
        </w:numPr>
        <w:ind w:left="0" w:firstLine="0"/>
        <w:jc w:val="both"/>
        <w:rPr>
          <w:color w:val="000000"/>
        </w:rPr>
      </w:pPr>
      <w:r>
        <w:rPr>
          <w:color w:val="000000"/>
        </w:rPr>
        <w:t xml:space="preserve">Предельные минимальные и максимальные </w:t>
      </w:r>
      <w:r w:rsidR="00A527A6">
        <w:rPr>
          <w:color w:val="000000"/>
        </w:rPr>
        <w:t>площади</w:t>
      </w:r>
      <w:r>
        <w:rPr>
          <w:color w:val="000000"/>
        </w:rPr>
        <w:t xml:space="preserve"> земельных участков. </w:t>
      </w:r>
    </w:p>
    <w:p w:rsidR="002A0617" w:rsidRDefault="002A0617" w:rsidP="002A0617">
      <w:pPr>
        <w:pStyle w:val="ConsPlusNormal"/>
        <w:jc w:val="both"/>
        <w:rPr>
          <w:color w:val="000000"/>
        </w:rPr>
      </w:pPr>
      <w:r>
        <w:rPr>
          <w:color w:val="000000"/>
        </w:rPr>
        <w:t>От участников публичных слушаний по данному вопросу поступали предложения:</w:t>
      </w:r>
    </w:p>
    <w:p w:rsidR="002A0617" w:rsidRDefault="009567D8" w:rsidP="002A0617">
      <w:pPr>
        <w:pStyle w:val="ConsPlusNormal"/>
        <w:jc w:val="both"/>
        <w:rPr>
          <w:color w:val="000000"/>
        </w:rPr>
      </w:pPr>
      <w:r>
        <w:rPr>
          <w:color w:val="000000"/>
        </w:rPr>
        <w:t>-</w:t>
      </w:r>
      <w:r w:rsidR="002A0617">
        <w:rPr>
          <w:color w:val="000000"/>
        </w:rPr>
        <w:t xml:space="preserve"> установить максимальную площадь земельных участков блокированной жилой застройки </w:t>
      </w:r>
      <w:r w:rsidR="00C96393">
        <w:rPr>
          <w:color w:val="000000"/>
        </w:rPr>
        <w:t xml:space="preserve">             </w:t>
      </w:r>
      <w:r w:rsidR="0001475E">
        <w:rPr>
          <w:color w:val="000000"/>
        </w:rPr>
        <w:t>15</w:t>
      </w:r>
      <w:r w:rsidR="00C96393">
        <w:rPr>
          <w:color w:val="000000"/>
        </w:rPr>
        <w:t xml:space="preserve"> соток</w:t>
      </w:r>
      <w:r w:rsidR="002528CD">
        <w:rPr>
          <w:color w:val="000000"/>
        </w:rPr>
        <w:t xml:space="preserve"> (для одной блок-секции)</w:t>
      </w:r>
      <w:r w:rsidR="00C96393">
        <w:rPr>
          <w:color w:val="000000"/>
        </w:rPr>
        <w:t>;</w:t>
      </w:r>
    </w:p>
    <w:p w:rsidR="00C96393" w:rsidRDefault="00C96393" w:rsidP="002A0617">
      <w:pPr>
        <w:pStyle w:val="ConsPlusNormal"/>
        <w:jc w:val="both"/>
        <w:rPr>
          <w:color w:val="000000"/>
        </w:rPr>
      </w:pPr>
      <w:r>
        <w:rPr>
          <w:color w:val="000000"/>
        </w:rPr>
        <w:t>- установит</w:t>
      </w:r>
      <w:r w:rsidR="00AB11E5">
        <w:rPr>
          <w:color w:val="000000"/>
        </w:rPr>
        <w:t>ь максимальную площадь участков</w:t>
      </w:r>
      <w:r>
        <w:rPr>
          <w:color w:val="000000"/>
        </w:rPr>
        <w:t>, предоставляемых для ведения огородничества           4 сотки и 6 соток, в случае невозможности доступа к участку с территории общего пользования (анклав) максимальная площадь такого участка может составлять 10 соток.</w:t>
      </w:r>
    </w:p>
    <w:p w:rsidR="008E3F38" w:rsidRDefault="008E3F38" w:rsidP="002A0617">
      <w:pPr>
        <w:pStyle w:val="ConsPlusNormal"/>
        <w:jc w:val="both"/>
        <w:rPr>
          <w:color w:val="000000"/>
        </w:rPr>
      </w:pPr>
      <w:r>
        <w:rPr>
          <w:color w:val="000000"/>
        </w:rPr>
        <w:t>По итогам обсуждения принято следующее: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14"/>
        <w:gridCol w:w="3414"/>
        <w:gridCol w:w="3414"/>
      </w:tblGrid>
      <w:tr w:rsidR="002A0617" w:rsidRPr="00C62F42" w:rsidTr="00C62F42">
        <w:trPr>
          <w:jc w:val="center"/>
        </w:trPr>
        <w:tc>
          <w:tcPr>
            <w:tcW w:w="3414" w:type="dxa"/>
            <w:vAlign w:val="center"/>
          </w:tcPr>
          <w:p w:rsidR="008E3F38" w:rsidRPr="00C62F42" w:rsidRDefault="008E3F38" w:rsidP="00C62F42">
            <w:pPr>
              <w:pStyle w:val="ConsPlusNormal"/>
              <w:jc w:val="center"/>
              <w:rPr>
                <w:color w:val="000000"/>
              </w:rPr>
            </w:pPr>
            <w:r w:rsidRPr="00C62F42">
              <w:rPr>
                <w:color w:val="000000"/>
              </w:rPr>
              <w:t>Вид использования земельного участка</w:t>
            </w:r>
          </w:p>
        </w:tc>
        <w:tc>
          <w:tcPr>
            <w:tcW w:w="3414" w:type="dxa"/>
            <w:vAlign w:val="center"/>
          </w:tcPr>
          <w:p w:rsidR="008E3F38" w:rsidRPr="00C62F42" w:rsidRDefault="008E3F38" w:rsidP="00C96393">
            <w:pPr>
              <w:pStyle w:val="ConsPlusNormal"/>
              <w:jc w:val="center"/>
              <w:rPr>
                <w:color w:val="000000"/>
              </w:rPr>
            </w:pPr>
            <w:r w:rsidRPr="00C62F42">
              <w:rPr>
                <w:color w:val="000000"/>
              </w:rPr>
              <w:t>Минимальн</w:t>
            </w:r>
            <w:r w:rsidR="00A527A6" w:rsidRPr="00C62F42">
              <w:rPr>
                <w:color w:val="000000"/>
              </w:rPr>
              <w:t>ая</w:t>
            </w:r>
            <w:r w:rsidRPr="00C62F42">
              <w:rPr>
                <w:color w:val="000000"/>
              </w:rPr>
              <w:t xml:space="preserve"> </w:t>
            </w:r>
            <w:r w:rsidR="00A527A6" w:rsidRPr="00C62F42">
              <w:rPr>
                <w:color w:val="000000"/>
              </w:rPr>
              <w:t>площадь</w:t>
            </w:r>
            <w:r w:rsidRPr="00C62F42">
              <w:rPr>
                <w:color w:val="000000"/>
              </w:rPr>
              <w:t xml:space="preserve"> (</w:t>
            </w:r>
            <w:r w:rsidR="00C96393">
              <w:rPr>
                <w:color w:val="000000"/>
              </w:rPr>
              <w:t>сотки</w:t>
            </w:r>
            <w:r w:rsidRPr="00C62F42">
              <w:rPr>
                <w:color w:val="000000"/>
              </w:rPr>
              <w:t>)</w:t>
            </w:r>
          </w:p>
        </w:tc>
        <w:tc>
          <w:tcPr>
            <w:tcW w:w="3414" w:type="dxa"/>
            <w:vAlign w:val="center"/>
          </w:tcPr>
          <w:p w:rsidR="008E3F38" w:rsidRPr="00C62F42" w:rsidRDefault="008E3F38" w:rsidP="00C96393">
            <w:pPr>
              <w:pStyle w:val="ConsPlusNormal"/>
              <w:jc w:val="center"/>
              <w:rPr>
                <w:color w:val="000000"/>
              </w:rPr>
            </w:pPr>
            <w:r w:rsidRPr="00C62F42">
              <w:rPr>
                <w:color w:val="000000"/>
              </w:rPr>
              <w:t>Максимальн</w:t>
            </w:r>
            <w:r w:rsidR="00A527A6" w:rsidRPr="00C62F42">
              <w:rPr>
                <w:color w:val="000000"/>
              </w:rPr>
              <w:t>ая</w:t>
            </w:r>
            <w:r w:rsidRPr="00C62F42">
              <w:rPr>
                <w:color w:val="000000"/>
              </w:rPr>
              <w:t xml:space="preserve"> </w:t>
            </w:r>
            <w:r w:rsidR="00A527A6" w:rsidRPr="00C62F42">
              <w:rPr>
                <w:color w:val="000000"/>
              </w:rPr>
              <w:t>площадь</w:t>
            </w:r>
            <w:r w:rsidRPr="00C62F42">
              <w:rPr>
                <w:color w:val="000000"/>
              </w:rPr>
              <w:t xml:space="preserve"> (</w:t>
            </w:r>
            <w:r w:rsidR="00C96393">
              <w:rPr>
                <w:color w:val="000000"/>
              </w:rPr>
              <w:t>сотки</w:t>
            </w:r>
            <w:r w:rsidRPr="00C62F42">
              <w:rPr>
                <w:color w:val="000000"/>
              </w:rPr>
              <w:t>)</w:t>
            </w:r>
          </w:p>
        </w:tc>
      </w:tr>
      <w:tr w:rsidR="002A0617" w:rsidRPr="00C62F42" w:rsidTr="00C62F42">
        <w:trPr>
          <w:jc w:val="center"/>
        </w:trPr>
        <w:tc>
          <w:tcPr>
            <w:tcW w:w="3414" w:type="dxa"/>
            <w:vAlign w:val="center"/>
          </w:tcPr>
          <w:p w:rsidR="008E3F38" w:rsidRPr="00C62F42" w:rsidRDefault="002528CD" w:rsidP="00C62F42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Индив</w:t>
            </w:r>
            <w:r w:rsidR="00C96393">
              <w:rPr>
                <w:color w:val="000000"/>
              </w:rPr>
              <w:t>идуальное жилищное строительство (ИЖС)</w:t>
            </w:r>
          </w:p>
        </w:tc>
        <w:tc>
          <w:tcPr>
            <w:tcW w:w="3414" w:type="dxa"/>
            <w:vAlign w:val="center"/>
          </w:tcPr>
          <w:p w:rsidR="008E3F38" w:rsidRPr="00C62F42" w:rsidRDefault="00C96393" w:rsidP="00C96393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14" w:type="dxa"/>
            <w:vAlign w:val="center"/>
          </w:tcPr>
          <w:p w:rsidR="008E3F38" w:rsidRPr="00C62F42" w:rsidRDefault="00C96393" w:rsidP="00C62F42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2A0617" w:rsidRPr="00C62F42" w:rsidTr="00C62F42">
        <w:trPr>
          <w:jc w:val="center"/>
        </w:trPr>
        <w:tc>
          <w:tcPr>
            <w:tcW w:w="3414" w:type="dxa"/>
            <w:vAlign w:val="center"/>
          </w:tcPr>
          <w:p w:rsidR="008E3F38" w:rsidRPr="00C62F42" w:rsidRDefault="00C96393" w:rsidP="00C62F42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="000C35FB">
              <w:rPr>
                <w:color w:val="000000"/>
              </w:rPr>
              <w:t>локированная жилая застройка</w:t>
            </w:r>
            <w:r w:rsidR="002528CD">
              <w:rPr>
                <w:color w:val="000000"/>
              </w:rPr>
              <w:t xml:space="preserve"> (для одной блок-секции)</w:t>
            </w:r>
          </w:p>
        </w:tc>
        <w:tc>
          <w:tcPr>
            <w:tcW w:w="3414" w:type="dxa"/>
            <w:vAlign w:val="center"/>
          </w:tcPr>
          <w:p w:rsidR="008E3F38" w:rsidRPr="00C62F42" w:rsidRDefault="00C96393" w:rsidP="00C62F42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14" w:type="dxa"/>
            <w:vAlign w:val="center"/>
          </w:tcPr>
          <w:p w:rsidR="008E3F38" w:rsidRPr="00C62F42" w:rsidRDefault="0001475E" w:rsidP="00C62F42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2A0617" w:rsidRPr="00C62F42" w:rsidTr="00C62F42">
        <w:trPr>
          <w:jc w:val="center"/>
        </w:trPr>
        <w:tc>
          <w:tcPr>
            <w:tcW w:w="3414" w:type="dxa"/>
            <w:vAlign w:val="center"/>
          </w:tcPr>
          <w:p w:rsidR="008E3F38" w:rsidRPr="00C62F42" w:rsidRDefault="008E3F38" w:rsidP="00C62F42">
            <w:pPr>
              <w:pStyle w:val="ConsPlusNormal"/>
              <w:jc w:val="center"/>
              <w:rPr>
                <w:color w:val="000000"/>
              </w:rPr>
            </w:pPr>
            <w:r w:rsidRPr="00C62F42">
              <w:rPr>
                <w:color w:val="000000"/>
              </w:rPr>
              <w:t>Для огородничества</w:t>
            </w:r>
          </w:p>
        </w:tc>
        <w:tc>
          <w:tcPr>
            <w:tcW w:w="3414" w:type="dxa"/>
            <w:vAlign w:val="center"/>
          </w:tcPr>
          <w:p w:rsidR="008E3F38" w:rsidRPr="00C62F42" w:rsidRDefault="00C96393" w:rsidP="00C62F42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14" w:type="dxa"/>
            <w:vAlign w:val="center"/>
          </w:tcPr>
          <w:p w:rsidR="008E3F38" w:rsidRPr="00C62F42" w:rsidRDefault="00C96393" w:rsidP="000C35FB">
            <w:pPr>
              <w:pStyle w:val="ConsPlusNormal"/>
              <w:jc w:val="center"/>
              <w:rPr>
                <w:color w:val="000000"/>
              </w:rPr>
            </w:pPr>
            <w:r>
              <w:rPr>
                <w:color w:val="000000"/>
              </w:rPr>
              <w:t>6, в случае анклава - 10</w:t>
            </w:r>
          </w:p>
        </w:tc>
      </w:tr>
    </w:tbl>
    <w:p w:rsidR="000A0EF3" w:rsidRDefault="00C96393" w:rsidP="000A0EF3">
      <w:pPr>
        <w:pStyle w:val="ConsPlusNormal"/>
        <w:numPr>
          <w:ilvl w:val="0"/>
          <w:numId w:val="8"/>
        </w:numPr>
        <w:ind w:left="0" w:firstLine="0"/>
        <w:jc w:val="both"/>
        <w:rPr>
          <w:color w:val="000000"/>
        </w:rPr>
      </w:pPr>
      <w:r>
        <w:rPr>
          <w:color w:val="000000"/>
        </w:rPr>
        <w:t>Предельные размеры гаражей</w:t>
      </w:r>
      <w:r w:rsidR="000A0EF3">
        <w:rPr>
          <w:color w:val="000000"/>
        </w:rPr>
        <w:t>. По итогам обсуждения принято:</w:t>
      </w:r>
    </w:p>
    <w:p w:rsidR="001B3370" w:rsidRDefault="001B3370" w:rsidP="005B2F7D">
      <w:pPr>
        <w:pStyle w:val="ConsPlusNormal"/>
        <w:jc w:val="both"/>
        <w:rPr>
          <w:color w:val="000000"/>
        </w:rPr>
      </w:pPr>
      <w:r>
        <w:rPr>
          <w:color w:val="000000"/>
        </w:rPr>
        <w:t xml:space="preserve">Предельные размеры гаражей, расположенных в границах </w:t>
      </w:r>
      <w:r w:rsidR="00C96393">
        <w:rPr>
          <w:color w:val="000000"/>
        </w:rPr>
        <w:t>частных домовладений</w:t>
      </w:r>
      <w:r>
        <w:rPr>
          <w:color w:val="000000"/>
        </w:rPr>
        <w:t xml:space="preserve"> в жилой зоне – 6,5 х 10 м</w:t>
      </w:r>
      <w:r w:rsidR="00C96393">
        <w:rPr>
          <w:color w:val="000000"/>
        </w:rPr>
        <w:t>, высотой 4 м при условии плоской крыши и 7 м при условии скатной крыши</w:t>
      </w:r>
      <w:r>
        <w:rPr>
          <w:color w:val="000000"/>
        </w:rPr>
        <w:t>.</w:t>
      </w:r>
    </w:p>
    <w:p w:rsidR="00C96393" w:rsidRDefault="00C96393" w:rsidP="005B2F7D">
      <w:pPr>
        <w:pStyle w:val="ConsPlusNormal"/>
        <w:jc w:val="both"/>
        <w:rPr>
          <w:color w:val="000000"/>
        </w:rPr>
      </w:pPr>
      <w:r>
        <w:rPr>
          <w:color w:val="000000"/>
        </w:rPr>
        <w:t>В жилой зоне</w:t>
      </w:r>
      <w:r w:rsidR="006B4A44">
        <w:rPr>
          <w:color w:val="000000"/>
        </w:rPr>
        <w:t xml:space="preserve"> вне участков частных домовладений</w:t>
      </w:r>
      <w:r>
        <w:rPr>
          <w:color w:val="000000"/>
        </w:rPr>
        <w:t xml:space="preserve"> допускается размещение гаражей</w:t>
      </w:r>
      <w:r w:rsidR="005D1688">
        <w:rPr>
          <w:color w:val="000000"/>
        </w:rPr>
        <w:t xml:space="preserve"> для </w:t>
      </w:r>
      <w:r w:rsidR="006B4A44">
        <w:rPr>
          <w:color w:val="000000"/>
        </w:rPr>
        <w:t>граждан, являющихся инвалидами 1, 2, 3 групп, инвалидами детства, войны или труда, участниками войны, а также многодетных семей при наличии транспортного средства, зарегистрированного на имя гражданина, имеющего льготы,при соблюдении нормативных разрывов с прочими объектами капитального строительства</w:t>
      </w:r>
      <w:r w:rsidR="00CB7081">
        <w:rPr>
          <w:color w:val="000000"/>
        </w:rPr>
        <w:t xml:space="preserve">. Минимальная площадь данных гаражей 22 кв.м., </w:t>
      </w:r>
      <w:r w:rsidR="0050540E">
        <w:rPr>
          <w:color w:val="000000"/>
        </w:rPr>
        <w:t xml:space="preserve"> </w:t>
      </w:r>
      <w:r w:rsidR="00CB7081">
        <w:rPr>
          <w:color w:val="000000"/>
        </w:rPr>
        <w:t>максимальная – 30 кв.м.</w:t>
      </w:r>
      <w:r w:rsidR="002528CD">
        <w:rPr>
          <w:color w:val="000000"/>
        </w:rPr>
        <w:t xml:space="preserve"> Скатная крыша не допускается.</w:t>
      </w:r>
    </w:p>
    <w:p w:rsidR="000A0EF3" w:rsidRDefault="000A0EF3" w:rsidP="005B2F7D">
      <w:pPr>
        <w:pStyle w:val="ConsPlusNormal"/>
        <w:jc w:val="both"/>
        <w:rPr>
          <w:color w:val="000000"/>
        </w:rPr>
      </w:pPr>
      <w:r>
        <w:rPr>
          <w:color w:val="000000"/>
        </w:rPr>
        <w:lastRenderedPageBreak/>
        <w:t>Предельные размеры отдельностоящих гаражей</w:t>
      </w:r>
      <w:r w:rsidR="00BB1284">
        <w:rPr>
          <w:color w:val="000000"/>
        </w:rPr>
        <w:t xml:space="preserve"> для грузов</w:t>
      </w:r>
      <w:r w:rsidR="008D6642">
        <w:rPr>
          <w:color w:val="000000"/>
        </w:rPr>
        <w:t>ых</w:t>
      </w:r>
      <w:r w:rsidR="00BB1284">
        <w:rPr>
          <w:color w:val="000000"/>
        </w:rPr>
        <w:t xml:space="preserve"> автомобил</w:t>
      </w:r>
      <w:r w:rsidR="008D6642">
        <w:rPr>
          <w:color w:val="000000"/>
        </w:rPr>
        <w:t>ей</w:t>
      </w:r>
      <w:r w:rsidR="00CB7081">
        <w:rPr>
          <w:color w:val="000000"/>
        </w:rPr>
        <w:t xml:space="preserve"> в границах территориальной зоны транспортной инфораструктуры Т</w:t>
      </w:r>
      <w:r>
        <w:rPr>
          <w:color w:val="000000"/>
        </w:rPr>
        <w:t xml:space="preserve"> – </w:t>
      </w:r>
      <w:r w:rsidR="00CB7081">
        <w:rPr>
          <w:color w:val="000000"/>
        </w:rPr>
        <w:t>12,5</w:t>
      </w:r>
      <w:r>
        <w:rPr>
          <w:color w:val="000000"/>
        </w:rPr>
        <w:t xml:space="preserve"> х </w:t>
      </w:r>
      <w:r w:rsidR="00CB7081">
        <w:rPr>
          <w:color w:val="000000"/>
        </w:rPr>
        <w:t>6</w:t>
      </w:r>
      <w:r>
        <w:rPr>
          <w:color w:val="000000"/>
        </w:rPr>
        <w:t xml:space="preserve"> м</w:t>
      </w:r>
      <w:r w:rsidR="0050540E">
        <w:rPr>
          <w:color w:val="000000"/>
        </w:rPr>
        <w:t xml:space="preserve"> (75 кв.м.)</w:t>
      </w:r>
      <w:r w:rsidR="00CB7081">
        <w:rPr>
          <w:color w:val="000000"/>
        </w:rPr>
        <w:t xml:space="preserve"> высотой 5 м,</w:t>
      </w:r>
      <w:r>
        <w:rPr>
          <w:color w:val="000000"/>
        </w:rPr>
        <w:t xml:space="preserve"> </w:t>
      </w:r>
      <w:r w:rsidR="001B3370">
        <w:rPr>
          <w:color w:val="000000"/>
        </w:rPr>
        <w:t>максимальная площ</w:t>
      </w:r>
      <w:r w:rsidR="00FE59B4">
        <w:rPr>
          <w:color w:val="000000"/>
        </w:rPr>
        <w:t>адь гаражей боксового типа –  3</w:t>
      </w:r>
      <w:r w:rsidR="0050540E">
        <w:rPr>
          <w:color w:val="000000"/>
        </w:rPr>
        <w:t>6</w:t>
      </w:r>
      <w:r w:rsidR="001B3370">
        <w:rPr>
          <w:color w:val="000000"/>
        </w:rPr>
        <w:t xml:space="preserve"> кв.м.</w:t>
      </w:r>
    </w:p>
    <w:p w:rsidR="00FE59B4" w:rsidRDefault="00FE59B4" w:rsidP="00C96393">
      <w:pPr>
        <w:pStyle w:val="ConsPlusNormal"/>
        <w:numPr>
          <w:ilvl w:val="0"/>
          <w:numId w:val="8"/>
        </w:numPr>
        <w:ind w:left="0" w:firstLine="0"/>
        <w:jc w:val="both"/>
        <w:rPr>
          <w:color w:val="000000"/>
        </w:rPr>
      </w:pPr>
      <w:r>
        <w:rPr>
          <w:color w:val="000000"/>
        </w:rPr>
        <w:t>Палисадники</w:t>
      </w:r>
      <w:r w:rsidR="00C96393">
        <w:rPr>
          <w:color w:val="000000"/>
        </w:rPr>
        <w:t>.</w:t>
      </w:r>
    </w:p>
    <w:p w:rsidR="00FE59B4" w:rsidRDefault="00FE59B4" w:rsidP="00FE59B4">
      <w:pPr>
        <w:pStyle w:val="ConsPlusNormal"/>
        <w:jc w:val="both"/>
        <w:rPr>
          <w:color w:val="000000"/>
        </w:rPr>
      </w:pPr>
      <w:r>
        <w:rPr>
          <w:color w:val="000000"/>
        </w:rPr>
        <w:t>В ходе обсуждения по данному вопросу поступили следующие предложения:</w:t>
      </w:r>
    </w:p>
    <w:p w:rsidR="00BC3962" w:rsidRDefault="00AF76F8" w:rsidP="00FE59B4">
      <w:pPr>
        <w:pStyle w:val="ConsPlusNormal"/>
        <w:jc w:val="both"/>
        <w:rPr>
          <w:color w:val="000000"/>
        </w:rPr>
      </w:pPr>
      <w:r>
        <w:rPr>
          <w:color w:val="000000"/>
        </w:rPr>
        <w:t>- возможно предоставление палисадников до 3 м глубиной в собственность путем перераспределения при условии соблюдения минимальной ширины улицы 15 м и при отсутствии инженерных коммуникаций;</w:t>
      </w:r>
    </w:p>
    <w:p w:rsidR="00AF76F8" w:rsidRDefault="00AF76F8" w:rsidP="00FE59B4">
      <w:pPr>
        <w:pStyle w:val="ConsPlusNormal"/>
        <w:jc w:val="both"/>
        <w:rPr>
          <w:color w:val="000000"/>
        </w:rPr>
      </w:pPr>
      <w:r>
        <w:rPr>
          <w:color w:val="000000"/>
        </w:rPr>
        <w:t xml:space="preserve">- </w:t>
      </w:r>
      <w:r w:rsidR="00FE24DE">
        <w:rPr>
          <w:color w:val="000000"/>
        </w:rPr>
        <w:t>вопрос о предоставлении палисадников должен решаться на общем собрании жителей улицы;</w:t>
      </w:r>
    </w:p>
    <w:p w:rsidR="00FE24DE" w:rsidRDefault="00FE24DE" w:rsidP="00FE59B4">
      <w:pPr>
        <w:pStyle w:val="ConsPlusNormal"/>
        <w:jc w:val="both"/>
        <w:rPr>
          <w:color w:val="000000"/>
        </w:rPr>
      </w:pPr>
      <w:r>
        <w:rPr>
          <w:color w:val="000000"/>
        </w:rPr>
        <w:t>- исключить норму, ограничивающую глубину палисадника 3 м, территорию палисадника учитывать в соответствии со сложившимся землепользованием;</w:t>
      </w:r>
    </w:p>
    <w:p w:rsidR="00FE24DE" w:rsidRDefault="00FE24DE" w:rsidP="00FE59B4">
      <w:pPr>
        <w:pStyle w:val="ConsPlusNormal"/>
        <w:jc w:val="both"/>
        <w:rPr>
          <w:color w:val="000000"/>
        </w:rPr>
      </w:pPr>
      <w:r>
        <w:rPr>
          <w:color w:val="000000"/>
        </w:rPr>
        <w:t xml:space="preserve">- выполнить проекты межевания территорий, в которых будут обозначены границы кварталов и красные линии улиц. </w:t>
      </w:r>
    </w:p>
    <w:p w:rsidR="00C96393" w:rsidRDefault="00FE24DE" w:rsidP="00FE59B4">
      <w:pPr>
        <w:pStyle w:val="ConsPlusNormal"/>
        <w:jc w:val="both"/>
        <w:rPr>
          <w:color w:val="000000"/>
        </w:rPr>
      </w:pPr>
      <w:r>
        <w:rPr>
          <w:color w:val="000000"/>
        </w:rPr>
        <w:t xml:space="preserve">По итогам обсуждения принято: </w:t>
      </w:r>
      <w:r w:rsidR="0050540E">
        <w:rPr>
          <w:color w:val="000000"/>
        </w:rPr>
        <w:t>при</w:t>
      </w:r>
      <w:r w:rsidR="00F03104">
        <w:rPr>
          <w:color w:val="000000"/>
        </w:rPr>
        <w:t xml:space="preserve"> минимальной ширине улицы 15 м и </w:t>
      </w:r>
      <w:r w:rsidR="0050540E">
        <w:rPr>
          <w:color w:val="000000"/>
        </w:rPr>
        <w:t>отсутствии инженерных коммуникаций возможно предоставление палисадников в собственность</w:t>
      </w:r>
      <w:r w:rsidR="00F03104">
        <w:rPr>
          <w:color w:val="000000"/>
        </w:rPr>
        <w:t xml:space="preserve"> в соответствии со сложившимся землепользованием</w:t>
      </w:r>
      <w:r w:rsidR="0050540E">
        <w:rPr>
          <w:color w:val="000000"/>
        </w:rPr>
        <w:t xml:space="preserve"> путем пере</w:t>
      </w:r>
      <w:r w:rsidR="005C284A">
        <w:rPr>
          <w:color w:val="000000"/>
        </w:rPr>
        <w:t>распределения после разработки проекта межевания территории улицы и установления красных линий.</w:t>
      </w:r>
    </w:p>
    <w:p w:rsidR="00FE24DE" w:rsidRPr="00FE24DE" w:rsidRDefault="00FE24DE" w:rsidP="00FE24DE">
      <w:pPr>
        <w:pStyle w:val="ConsPlusNormal"/>
        <w:jc w:val="both"/>
        <w:rPr>
          <w:color w:val="000000"/>
        </w:rPr>
      </w:pPr>
      <w:r w:rsidRPr="00FE24DE">
        <w:rPr>
          <w:b/>
          <w:color w:val="000000"/>
        </w:rPr>
        <w:t xml:space="preserve">4. </w:t>
      </w:r>
      <w:r>
        <w:rPr>
          <w:b/>
          <w:color w:val="000000"/>
        </w:rPr>
        <w:t xml:space="preserve">        </w:t>
      </w:r>
      <w:r w:rsidRPr="00FE24DE">
        <w:rPr>
          <w:color w:val="000000"/>
        </w:rPr>
        <w:t>Ограждения земельных участков</w:t>
      </w:r>
      <w:r w:rsidR="00156764">
        <w:rPr>
          <w:color w:val="000000"/>
        </w:rPr>
        <w:t>.</w:t>
      </w:r>
    </w:p>
    <w:p w:rsidR="005B2F7D" w:rsidRDefault="005B2F7D" w:rsidP="005B2F7D">
      <w:pPr>
        <w:pStyle w:val="ConsPlusNormal"/>
        <w:jc w:val="both"/>
        <w:rPr>
          <w:color w:val="000000"/>
        </w:rPr>
      </w:pPr>
      <w:r>
        <w:rPr>
          <w:color w:val="000000"/>
        </w:rPr>
        <w:t>В ходе обсуждения по данному вопросу поступили следующие предложения:</w:t>
      </w:r>
    </w:p>
    <w:p w:rsidR="00156764" w:rsidRDefault="00156764" w:rsidP="005B2F7D">
      <w:pPr>
        <w:pStyle w:val="ConsPlusNormal"/>
        <w:jc w:val="both"/>
        <w:rPr>
          <w:color w:val="000000"/>
        </w:rPr>
      </w:pPr>
      <w:r>
        <w:rPr>
          <w:color w:val="000000"/>
        </w:rPr>
        <w:t>- конструктивное решение забора должно быть единообразным на протяжении всей улицы, решетчатое или глухое, высотой не более 2,0 м;</w:t>
      </w:r>
    </w:p>
    <w:p w:rsidR="005C284A" w:rsidRDefault="005C284A" w:rsidP="005B2F7D">
      <w:pPr>
        <w:pStyle w:val="ConsPlusNormal"/>
        <w:jc w:val="both"/>
        <w:rPr>
          <w:color w:val="000000"/>
        </w:rPr>
      </w:pPr>
      <w:r>
        <w:rPr>
          <w:color w:val="000000"/>
        </w:rPr>
        <w:t>- цветовое и конструктивное решение ограждений земельных участков со стороны улицы подлежит обсуждению и утверждению на общем сходе жителей улицы;</w:t>
      </w:r>
    </w:p>
    <w:p w:rsidR="00124285" w:rsidRDefault="005B2F7D" w:rsidP="005B2F7D">
      <w:pPr>
        <w:pStyle w:val="ConsPlusNormal"/>
        <w:jc w:val="both"/>
        <w:rPr>
          <w:color w:val="000000"/>
        </w:rPr>
      </w:pPr>
      <w:r>
        <w:rPr>
          <w:color w:val="000000"/>
        </w:rPr>
        <w:t xml:space="preserve">- </w:t>
      </w:r>
      <w:r w:rsidR="00643E0D">
        <w:rPr>
          <w:color w:val="000000"/>
        </w:rPr>
        <w:t>со стор</w:t>
      </w:r>
      <w:r w:rsidR="00124285">
        <w:rPr>
          <w:color w:val="000000"/>
        </w:rPr>
        <w:t>оны улицы устраивать сетчатые или решетчатые ограждения палисадников, по линии застройки устанавливать сплошные заборы;</w:t>
      </w:r>
    </w:p>
    <w:p w:rsidR="005C284A" w:rsidRDefault="00124285" w:rsidP="005B2F7D">
      <w:pPr>
        <w:pStyle w:val="ConsPlusNormal"/>
        <w:jc w:val="both"/>
        <w:rPr>
          <w:color w:val="000000"/>
        </w:rPr>
      </w:pPr>
      <w:r>
        <w:rPr>
          <w:color w:val="000000"/>
        </w:rPr>
        <w:t>- определить нормы установк</w:t>
      </w:r>
      <w:r w:rsidR="005C284A">
        <w:rPr>
          <w:color w:val="000000"/>
        </w:rPr>
        <w:t>и заборов в отдельном документе;</w:t>
      </w:r>
    </w:p>
    <w:p w:rsidR="00124285" w:rsidRDefault="00124285" w:rsidP="005B2F7D">
      <w:pPr>
        <w:pStyle w:val="ConsPlusNormal"/>
        <w:jc w:val="both"/>
        <w:rPr>
          <w:color w:val="000000"/>
        </w:rPr>
      </w:pPr>
      <w:r>
        <w:rPr>
          <w:color w:val="000000"/>
        </w:rPr>
        <w:t>По итогам принято</w:t>
      </w:r>
      <w:r w:rsidR="005C284A">
        <w:rPr>
          <w:color w:val="000000"/>
        </w:rPr>
        <w:t>:</w:t>
      </w:r>
      <w:r w:rsidR="00156764">
        <w:rPr>
          <w:color w:val="000000"/>
        </w:rPr>
        <w:t xml:space="preserve"> конструктивное решение забора должно быть единообразным на протяжении всей улицы, решетчатое или глухое, высотой не более 2,0 м.</w:t>
      </w:r>
      <w:r>
        <w:rPr>
          <w:color w:val="000000"/>
        </w:rPr>
        <w:t xml:space="preserve"> </w:t>
      </w:r>
      <w:r w:rsidR="00156764">
        <w:rPr>
          <w:color w:val="000000"/>
        </w:rPr>
        <w:t>Ц</w:t>
      </w:r>
      <w:r w:rsidR="005C284A">
        <w:rPr>
          <w:color w:val="000000"/>
        </w:rPr>
        <w:t>ветовое и конструктивное решение ограждений земельных участков со стороны улицы подлежит обсуждению и утверждению на общем сходе жителей улицы</w:t>
      </w:r>
      <w:r>
        <w:rPr>
          <w:color w:val="000000"/>
        </w:rPr>
        <w:t>.</w:t>
      </w:r>
      <w:r w:rsidR="005C284A">
        <w:rPr>
          <w:color w:val="000000"/>
        </w:rPr>
        <w:t xml:space="preserve"> Перед фасадами жилых домов разрешается ограждение палисадников прозрачным (сетчатым или решетчатым) материалом высотой не более 1,5 м.</w:t>
      </w:r>
      <w:r>
        <w:rPr>
          <w:color w:val="000000"/>
        </w:rPr>
        <w:t xml:space="preserve"> </w:t>
      </w:r>
    </w:p>
    <w:p w:rsidR="00C96393" w:rsidRDefault="00C96393" w:rsidP="000A0EF3">
      <w:pPr>
        <w:pStyle w:val="ConsPlusNormal"/>
        <w:ind w:firstLine="709"/>
        <w:jc w:val="both"/>
        <w:rPr>
          <w:color w:val="000000"/>
        </w:rPr>
      </w:pPr>
    </w:p>
    <w:p w:rsidR="000A0EF3" w:rsidRDefault="000A0EF3" w:rsidP="008E3F38">
      <w:pPr>
        <w:pStyle w:val="ConsPlusNormal"/>
        <w:jc w:val="both"/>
      </w:pPr>
    </w:p>
    <w:p w:rsidR="00455B09" w:rsidRPr="00DF5CA3" w:rsidRDefault="000A0EF3" w:rsidP="008E3F38">
      <w:pPr>
        <w:pStyle w:val="ConsPlusNormal"/>
        <w:jc w:val="both"/>
      </w:pPr>
      <w:r>
        <w:t>Все предложения будут отражены в итоговом документе публичных слушаний.</w:t>
      </w:r>
    </w:p>
    <w:p w:rsidR="00406653" w:rsidRDefault="00406653" w:rsidP="00E70D7A">
      <w:pPr>
        <w:ind w:right="-1" w:firstLine="708"/>
        <w:jc w:val="both"/>
        <w:rPr>
          <w:color w:val="000000"/>
          <w:sz w:val="24"/>
          <w:szCs w:val="24"/>
        </w:rPr>
      </w:pPr>
    </w:p>
    <w:p w:rsidR="008B5016" w:rsidRPr="00DF5CA3" w:rsidRDefault="008B5016" w:rsidP="00E70D7A">
      <w:pPr>
        <w:ind w:right="-1" w:firstLine="708"/>
        <w:jc w:val="both"/>
        <w:rPr>
          <w:color w:val="000000"/>
          <w:sz w:val="24"/>
          <w:szCs w:val="24"/>
        </w:rPr>
      </w:pPr>
    </w:p>
    <w:p w:rsidR="009B33EC" w:rsidRPr="00DF5CA3" w:rsidRDefault="00F544C6" w:rsidP="00403072">
      <w:pPr>
        <w:ind w:right="-1"/>
        <w:jc w:val="both"/>
        <w:rPr>
          <w:color w:val="000000"/>
          <w:sz w:val="24"/>
          <w:szCs w:val="24"/>
        </w:rPr>
      </w:pPr>
      <w:r w:rsidRPr="00DF5CA3">
        <w:rPr>
          <w:color w:val="000000"/>
          <w:sz w:val="24"/>
          <w:szCs w:val="24"/>
        </w:rPr>
        <w:t xml:space="preserve">Ведущий слушаний  </w:t>
      </w:r>
      <w:r w:rsidR="00C662F8" w:rsidRPr="00DF5CA3">
        <w:rPr>
          <w:color w:val="000000"/>
          <w:sz w:val="24"/>
          <w:szCs w:val="24"/>
        </w:rPr>
        <w:tab/>
      </w:r>
      <w:r w:rsidR="00C662F8" w:rsidRPr="00DF5CA3">
        <w:rPr>
          <w:color w:val="000000"/>
          <w:sz w:val="24"/>
          <w:szCs w:val="24"/>
        </w:rPr>
        <w:tab/>
      </w:r>
      <w:r w:rsidR="00C662F8" w:rsidRPr="00DF5CA3">
        <w:rPr>
          <w:color w:val="000000"/>
          <w:sz w:val="24"/>
          <w:szCs w:val="24"/>
        </w:rPr>
        <w:tab/>
      </w:r>
      <w:r w:rsidR="00C662F8" w:rsidRPr="00DF5CA3">
        <w:rPr>
          <w:color w:val="000000"/>
          <w:sz w:val="24"/>
          <w:szCs w:val="24"/>
        </w:rPr>
        <w:tab/>
      </w:r>
      <w:r w:rsidR="00C662F8" w:rsidRPr="00DF5CA3">
        <w:rPr>
          <w:color w:val="000000"/>
          <w:sz w:val="24"/>
          <w:szCs w:val="24"/>
        </w:rPr>
        <w:tab/>
      </w:r>
      <w:r w:rsidR="00C662F8" w:rsidRPr="00DF5CA3">
        <w:rPr>
          <w:color w:val="000000"/>
          <w:sz w:val="24"/>
          <w:szCs w:val="24"/>
        </w:rPr>
        <w:tab/>
      </w:r>
      <w:r w:rsidR="00124285">
        <w:rPr>
          <w:color w:val="000000"/>
          <w:sz w:val="24"/>
          <w:szCs w:val="24"/>
        </w:rPr>
        <w:t xml:space="preserve">                         </w:t>
      </w:r>
      <w:r w:rsidR="00177EC7" w:rsidRPr="00DF5CA3">
        <w:rPr>
          <w:color w:val="000000"/>
          <w:sz w:val="24"/>
          <w:szCs w:val="24"/>
        </w:rPr>
        <w:tab/>
      </w:r>
      <w:r w:rsidR="00124285">
        <w:rPr>
          <w:color w:val="000000"/>
          <w:sz w:val="24"/>
          <w:szCs w:val="24"/>
        </w:rPr>
        <w:t>В.Н. Фарутин</w:t>
      </w:r>
    </w:p>
    <w:p w:rsidR="00B55B50" w:rsidRPr="00DF5CA3" w:rsidRDefault="00124285" w:rsidP="00403072">
      <w:pPr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9B33EC" w:rsidRPr="00DF5CA3" w:rsidRDefault="009B33EC" w:rsidP="00403072">
      <w:pPr>
        <w:ind w:right="-1"/>
        <w:jc w:val="both"/>
        <w:rPr>
          <w:color w:val="000000"/>
          <w:sz w:val="24"/>
          <w:szCs w:val="24"/>
        </w:rPr>
      </w:pPr>
      <w:r w:rsidRPr="00DF5CA3">
        <w:rPr>
          <w:color w:val="000000"/>
          <w:sz w:val="24"/>
          <w:szCs w:val="24"/>
        </w:rPr>
        <w:t xml:space="preserve">Секретарь </w:t>
      </w:r>
      <w:r w:rsidR="00F544C6" w:rsidRPr="00DF5CA3">
        <w:rPr>
          <w:color w:val="000000"/>
          <w:sz w:val="24"/>
          <w:szCs w:val="24"/>
        </w:rPr>
        <w:t xml:space="preserve">слушаний                                                                          </w:t>
      </w:r>
      <w:r w:rsidR="00B55B50" w:rsidRPr="00DF5CA3">
        <w:rPr>
          <w:color w:val="000000"/>
          <w:sz w:val="24"/>
          <w:szCs w:val="24"/>
        </w:rPr>
        <w:t xml:space="preserve">  </w:t>
      </w:r>
      <w:r w:rsidR="00124285">
        <w:rPr>
          <w:color w:val="000000"/>
          <w:sz w:val="24"/>
          <w:szCs w:val="24"/>
        </w:rPr>
        <w:t xml:space="preserve">                   </w:t>
      </w:r>
      <w:r w:rsidR="00B55B50" w:rsidRPr="00DF5CA3">
        <w:rPr>
          <w:color w:val="000000"/>
          <w:sz w:val="24"/>
          <w:szCs w:val="24"/>
        </w:rPr>
        <w:t xml:space="preserve">      </w:t>
      </w:r>
      <w:r w:rsidR="008B5016">
        <w:rPr>
          <w:color w:val="000000"/>
          <w:sz w:val="24"/>
          <w:szCs w:val="24"/>
        </w:rPr>
        <w:t>И.О. Максимкин</w:t>
      </w:r>
    </w:p>
    <w:p w:rsidR="00F544C6" w:rsidRDefault="009B33EC" w:rsidP="00F544C6">
      <w:pPr>
        <w:ind w:right="-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="00463D90">
        <w:rPr>
          <w:color w:val="000000"/>
          <w:sz w:val="26"/>
          <w:szCs w:val="26"/>
        </w:rPr>
        <w:t xml:space="preserve">           </w:t>
      </w:r>
    </w:p>
    <w:p w:rsidR="008B5016" w:rsidRDefault="008B5016" w:rsidP="003C6FC6">
      <w:pPr>
        <w:ind w:right="-1"/>
        <w:jc w:val="center"/>
        <w:rPr>
          <w:color w:val="000000"/>
          <w:sz w:val="26"/>
          <w:szCs w:val="26"/>
        </w:rPr>
      </w:pPr>
    </w:p>
    <w:p w:rsidR="00A60365" w:rsidRPr="00A46602" w:rsidRDefault="00A60365" w:rsidP="00A46602">
      <w:pPr>
        <w:ind w:right="-1"/>
        <w:rPr>
          <w:color w:val="000000"/>
          <w:sz w:val="26"/>
          <w:szCs w:val="26"/>
        </w:rPr>
      </w:pPr>
    </w:p>
    <w:sectPr w:rsidR="00A60365" w:rsidRPr="00A46602" w:rsidSect="000C35FB">
      <w:headerReference w:type="even" r:id="rId7"/>
      <w:headerReference w:type="default" r:id="rId8"/>
      <w:pgSz w:w="11906" w:h="16838"/>
      <w:pgMar w:top="426" w:right="746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964" w:rsidRDefault="00D67964">
      <w:r>
        <w:separator/>
      </w:r>
    </w:p>
  </w:endnote>
  <w:endnote w:type="continuationSeparator" w:id="0">
    <w:p w:rsidR="00D67964" w:rsidRDefault="00D67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964" w:rsidRDefault="00D67964">
      <w:r>
        <w:separator/>
      </w:r>
    </w:p>
  </w:footnote>
  <w:footnote w:type="continuationSeparator" w:id="0">
    <w:p w:rsidR="00D67964" w:rsidRDefault="00D679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421" w:rsidRDefault="00650495" w:rsidP="0032489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0242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02421" w:rsidRDefault="00D0242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421" w:rsidRDefault="00D02421" w:rsidP="00324892">
    <w:pPr>
      <w:pStyle w:val="a3"/>
      <w:framePr w:wrap="around" w:vAnchor="text" w:hAnchor="margin" w:xAlign="center" w:y="1"/>
      <w:rPr>
        <w:rStyle w:val="a4"/>
      </w:rPr>
    </w:pPr>
  </w:p>
  <w:p w:rsidR="00D02421" w:rsidRDefault="00D024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41FE3"/>
    <w:multiLevelType w:val="hybridMultilevel"/>
    <w:tmpl w:val="F552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22C1C"/>
    <w:multiLevelType w:val="hybridMultilevel"/>
    <w:tmpl w:val="D44E5A42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37936D9"/>
    <w:multiLevelType w:val="hybridMultilevel"/>
    <w:tmpl w:val="B3F8D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FC36FF"/>
    <w:multiLevelType w:val="hybridMultilevel"/>
    <w:tmpl w:val="388CD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6B3C36"/>
    <w:multiLevelType w:val="hybridMultilevel"/>
    <w:tmpl w:val="3C0E6CCC"/>
    <w:lvl w:ilvl="0" w:tplc="3A40F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270A49"/>
    <w:multiLevelType w:val="hybridMultilevel"/>
    <w:tmpl w:val="6D027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7335C"/>
    <w:multiLevelType w:val="hybridMultilevel"/>
    <w:tmpl w:val="18002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53721F"/>
    <w:multiLevelType w:val="hybridMultilevel"/>
    <w:tmpl w:val="DF485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7E2B59"/>
    <w:multiLevelType w:val="hybridMultilevel"/>
    <w:tmpl w:val="41188756"/>
    <w:lvl w:ilvl="0" w:tplc="929E4F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686509"/>
    <w:multiLevelType w:val="hybridMultilevel"/>
    <w:tmpl w:val="9828A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C99"/>
    <w:rsid w:val="00002516"/>
    <w:rsid w:val="00002BD3"/>
    <w:rsid w:val="00007D4A"/>
    <w:rsid w:val="0001028D"/>
    <w:rsid w:val="00011339"/>
    <w:rsid w:val="0001475E"/>
    <w:rsid w:val="00036CE2"/>
    <w:rsid w:val="00042603"/>
    <w:rsid w:val="00043FFA"/>
    <w:rsid w:val="00052436"/>
    <w:rsid w:val="00055E84"/>
    <w:rsid w:val="0005744C"/>
    <w:rsid w:val="000700AB"/>
    <w:rsid w:val="00071783"/>
    <w:rsid w:val="000768A9"/>
    <w:rsid w:val="0008498D"/>
    <w:rsid w:val="00085609"/>
    <w:rsid w:val="000A0EF3"/>
    <w:rsid w:val="000B1AD0"/>
    <w:rsid w:val="000C35FB"/>
    <w:rsid w:val="000C673B"/>
    <w:rsid w:val="000D0D71"/>
    <w:rsid w:val="000D43B3"/>
    <w:rsid w:val="000D6427"/>
    <w:rsid w:val="000E0198"/>
    <w:rsid w:val="001064A0"/>
    <w:rsid w:val="00116C99"/>
    <w:rsid w:val="00122A4B"/>
    <w:rsid w:val="00124285"/>
    <w:rsid w:val="00133642"/>
    <w:rsid w:val="00134ABC"/>
    <w:rsid w:val="00135C0A"/>
    <w:rsid w:val="00140BB7"/>
    <w:rsid w:val="00153970"/>
    <w:rsid w:val="00156764"/>
    <w:rsid w:val="0016796C"/>
    <w:rsid w:val="00167FF0"/>
    <w:rsid w:val="00177EC7"/>
    <w:rsid w:val="00190C3F"/>
    <w:rsid w:val="00195325"/>
    <w:rsid w:val="001A7935"/>
    <w:rsid w:val="001B3370"/>
    <w:rsid w:val="001B3582"/>
    <w:rsid w:val="001B7F68"/>
    <w:rsid w:val="001C1E56"/>
    <w:rsid w:val="001C6D26"/>
    <w:rsid w:val="001C78C2"/>
    <w:rsid w:val="001D0727"/>
    <w:rsid w:val="001E527B"/>
    <w:rsid w:val="001F5677"/>
    <w:rsid w:val="001F7F14"/>
    <w:rsid w:val="0020152B"/>
    <w:rsid w:val="00205E8F"/>
    <w:rsid w:val="002133DC"/>
    <w:rsid w:val="00216428"/>
    <w:rsid w:val="002243EB"/>
    <w:rsid w:val="00226BA6"/>
    <w:rsid w:val="0023144E"/>
    <w:rsid w:val="00233CBC"/>
    <w:rsid w:val="00247C4A"/>
    <w:rsid w:val="002528CD"/>
    <w:rsid w:val="00256A0F"/>
    <w:rsid w:val="00256E2B"/>
    <w:rsid w:val="0027411F"/>
    <w:rsid w:val="002912EC"/>
    <w:rsid w:val="00291A13"/>
    <w:rsid w:val="00293E3D"/>
    <w:rsid w:val="002A0617"/>
    <w:rsid w:val="002A28FA"/>
    <w:rsid w:val="002C43A7"/>
    <w:rsid w:val="002E2FF7"/>
    <w:rsid w:val="003005A4"/>
    <w:rsid w:val="003028BA"/>
    <w:rsid w:val="003204B1"/>
    <w:rsid w:val="00320E14"/>
    <w:rsid w:val="00324892"/>
    <w:rsid w:val="00324FE5"/>
    <w:rsid w:val="00336A0E"/>
    <w:rsid w:val="00340231"/>
    <w:rsid w:val="00344180"/>
    <w:rsid w:val="00351B8A"/>
    <w:rsid w:val="00357749"/>
    <w:rsid w:val="003733B3"/>
    <w:rsid w:val="0037396A"/>
    <w:rsid w:val="00377D6E"/>
    <w:rsid w:val="00380184"/>
    <w:rsid w:val="003907AE"/>
    <w:rsid w:val="0039233A"/>
    <w:rsid w:val="003948A7"/>
    <w:rsid w:val="003A22BC"/>
    <w:rsid w:val="003A5778"/>
    <w:rsid w:val="003B7A37"/>
    <w:rsid w:val="003C6FC6"/>
    <w:rsid w:val="003D60F8"/>
    <w:rsid w:val="003E3E43"/>
    <w:rsid w:val="003F17F8"/>
    <w:rsid w:val="003F216D"/>
    <w:rsid w:val="0040264A"/>
    <w:rsid w:val="00403072"/>
    <w:rsid w:val="00406653"/>
    <w:rsid w:val="0041279C"/>
    <w:rsid w:val="00414234"/>
    <w:rsid w:val="00417502"/>
    <w:rsid w:val="00422F82"/>
    <w:rsid w:val="004250A2"/>
    <w:rsid w:val="0042595C"/>
    <w:rsid w:val="004310E6"/>
    <w:rsid w:val="00431A39"/>
    <w:rsid w:val="00431B43"/>
    <w:rsid w:val="0043214C"/>
    <w:rsid w:val="00440788"/>
    <w:rsid w:val="00450FB5"/>
    <w:rsid w:val="00455B09"/>
    <w:rsid w:val="00463D90"/>
    <w:rsid w:val="00467597"/>
    <w:rsid w:val="00475D80"/>
    <w:rsid w:val="00492DA8"/>
    <w:rsid w:val="004A1767"/>
    <w:rsid w:val="004A4384"/>
    <w:rsid w:val="004B2670"/>
    <w:rsid w:val="004B65F5"/>
    <w:rsid w:val="004C6982"/>
    <w:rsid w:val="004D3735"/>
    <w:rsid w:val="004F220D"/>
    <w:rsid w:val="004F5B38"/>
    <w:rsid w:val="0050540E"/>
    <w:rsid w:val="00513E08"/>
    <w:rsid w:val="00520CAC"/>
    <w:rsid w:val="005321FE"/>
    <w:rsid w:val="005561C9"/>
    <w:rsid w:val="00561306"/>
    <w:rsid w:val="00581C34"/>
    <w:rsid w:val="005939FC"/>
    <w:rsid w:val="00596D15"/>
    <w:rsid w:val="005B2F7D"/>
    <w:rsid w:val="005B7659"/>
    <w:rsid w:val="005B7878"/>
    <w:rsid w:val="005C284A"/>
    <w:rsid w:val="005C3748"/>
    <w:rsid w:val="005D1688"/>
    <w:rsid w:val="005E177B"/>
    <w:rsid w:val="005F034F"/>
    <w:rsid w:val="005F0EF5"/>
    <w:rsid w:val="005F2286"/>
    <w:rsid w:val="005F5587"/>
    <w:rsid w:val="00623F66"/>
    <w:rsid w:val="006373F3"/>
    <w:rsid w:val="00643E0D"/>
    <w:rsid w:val="00650495"/>
    <w:rsid w:val="00664AC3"/>
    <w:rsid w:val="006764D1"/>
    <w:rsid w:val="00683971"/>
    <w:rsid w:val="00695F78"/>
    <w:rsid w:val="006B4A44"/>
    <w:rsid w:val="006D596B"/>
    <w:rsid w:val="006D64F3"/>
    <w:rsid w:val="006D7B5D"/>
    <w:rsid w:val="006E67B8"/>
    <w:rsid w:val="006F1441"/>
    <w:rsid w:val="006F49CF"/>
    <w:rsid w:val="00712643"/>
    <w:rsid w:val="00721703"/>
    <w:rsid w:val="00731743"/>
    <w:rsid w:val="00741113"/>
    <w:rsid w:val="00747478"/>
    <w:rsid w:val="00792E62"/>
    <w:rsid w:val="00794FF0"/>
    <w:rsid w:val="007A5899"/>
    <w:rsid w:val="007A681E"/>
    <w:rsid w:val="007B1BC8"/>
    <w:rsid w:val="007C0BEE"/>
    <w:rsid w:val="007C12C7"/>
    <w:rsid w:val="007C4698"/>
    <w:rsid w:val="007C5646"/>
    <w:rsid w:val="007F6296"/>
    <w:rsid w:val="007F70BB"/>
    <w:rsid w:val="008134F9"/>
    <w:rsid w:val="008358B2"/>
    <w:rsid w:val="008414DE"/>
    <w:rsid w:val="00873DD1"/>
    <w:rsid w:val="008841D7"/>
    <w:rsid w:val="008970F1"/>
    <w:rsid w:val="008A21F0"/>
    <w:rsid w:val="008B379E"/>
    <w:rsid w:val="008B389F"/>
    <w:rsid w:val="008B5016"/>
    <w:rsid w:val="008C4795"/>
    <w:rsid w:val="008C7C11"/>
    <w:rsid w:val="008D0D75"/>
    <w:rsid w:val="008D3A3B"/>
    <w:rsid w:val="008D6642"/>
    <w:rsid w:val="008E3F38"/>
    <w:rsid w:val="008F0FBB"/>
    <w:rsid w:val="009116D2"/>
    <w:rsid w:val="0092647D"/>
    <w:rsid w:val="009321C6"/>
    <w:rsid w:val="009324D8"/>
    <w:rsid w:val="00932560"/>
    <w:rsid w:val="009331C3"/>
    <w:rsid w:val="009451E3"/>
    <w:rsid w:val="00950571"/>
    <w:rsid w:val="009567D8"/>
    <w:rsid w:val="009668CE"/>
    <w:rsid w:val="00995D2A"/>
    <w:rsid w:val="009A353E"/>
    <w:rsid w:val="009A70A4"/>
    <w:rsid w:val="009B33EC"/>
    <w:rsid w:val="009E7A16"/>
    <w:rsid w:val="009F4BB9"/>
    <w:rsid w:val="009F7DBE"/>
    <w:rsid w:val="00A00B57"/>
    <w:rsid w:val="00A0422C"/>
    <w:rsid w:val="00A16848"/>
    <w:rsid w:val="00A2554B"/>
    <w:rsid w:val="00A37D70"/>
    <w:rsid w:val="00A46602"/>
    <w:rsid w:val="00A527A6"/>
    <w:rsid w:val="00A60365"/>
    <w:rsid w:val="00A60F8D"/>
    <w:rsid w:val="00A7127F"/>
    <w:rsid w:val="00A7335C"/>
    <w:rsid w:val="00A844FC"/>
    <w:rsid w:val="00A939FE"/>
    <w:rsid w:val="00AA61D3"/>
    <w:rsid w:val="00AB11E5"/>
    <w:rsid w:val="00AD3B6B"/>
    <w:rsid w:val="00AF2602"/>
    <w:rsid w:val="00AF3F3A"/>
    <w:rsid w:val="00AF76F8"/>
    <w:rsid w:val="00B01E3F"/>
    <w:rsid w:val="00B10C91"/>
    <w:rsid w:val="00B24933"/>
    <w:rsid w:val="00B255CA"/>
    <w:rsid w:val="00B3640B"/>
    <w:rsid w:val="00B4121E"/>
    <w:rsid w:val="00B55B50"/>
    <w:rsid w:val="00B601DF"/>
    <w:rsid w:val="00B67D45"/>
    <w:rsid w:val="00B776F9"/>
    <w:rsid w:val="00B81F9A"/>
    <w:rsid w:val="00BA6E0C"/>
    <w:rsid w:val="00BB1284"/>
    <w:rsid w:val="00BB6B54"/>
    <w:rsid w:val="00BC3962"/>
    <w:rsid w:val="00BD058E"/>
    <w:rsid w:val="00BD0FFA"/>
    <w:rsid w:val="00BE524A"/>
    <w:rsid w:val="00BE5F06"/>
    <w:rsid w:val="00C26AE9"/>
    <w:rsid w:val="00C32DAC"/>
    <w:rsid w:val="00C35F8C"/>
    <w:rsid w:val="00C425F8"/>
    <w:rsid w:val="00C431A9"/>
    <w:rsid w:val="00C4574B"/>
    <w:rsid w:val="00C62F42"/>
    <w:rsid w:val="00C662F8"/>
    <w:rsid w:val="00C70BFD"/>
    <w:rsid w:val="00C73A81"/>
    <w:rsid w:val="00C8061C"/>
    <w:rsid w:val="00C8550A"/>
    <w:rsid w:val="00C87D4E"/>
    <w:rsid w:val="00C940CB"/>
    <w:rsid w:val="00C96393"/>
    <w:rsid w:val="00C972AD"/>
    <w:rsid w:val="00CA7007"/>
    <w:rsid w:val="00CB48E6"/>
    <w:rsid w:val="00CB7081"/>
    <w:rsid w:val="00CB7BD2"/>
    <w:rsid w:val="00CC4B64"/>
    <w:rsid w:val="00CD490C"/>
    <w:rsid w:val="00CE0E13"/>
    <w:rsid w:val="00CE5D63"/>
    <w:rsid w:val="00CF07F5"/>
    <w:rsid w:val="00CF32C5"/>
    <w:rsid w:val="00D01AE5"/>
    <w:rsid w:val="00D02421"/>
    <w:rsid w:val="00D024B0"/>
    <w:rsid w:val="00D14916"/>
    <w:rsid w:val="00D4640E"/>
    <w:rsid w:val="00D573D4"/>
    <w:rsid w:val="00D65C95"/>
    <w:rsid w:val="00D67964"/>
    <w:rsid w:val="00D821DA"/>
    <w:rsid w:val="00D83E09"/>
    <w:rsid w:val="00D91F43"/>
    <w:rsid w:val="00D92454"/>
    <w:rsid w:val="00D93181"/>
    <w:rsid w:val="00DA011C"/>
    <w:rsid w:val="00DA09E4"/>
    <w:rsid w:val="00DA45D9"/>
    <w:rsid w:val="00DC4E48"/>
    <w:rsid w:val="00DE07D0"/>
    <w:rsid w:val="00DE1F73"/>
    <w:rsid w:val="00DE268D"/>
    <w:rsid w:val="00DF5CA3"/>
    <w:rsid w:val="00DF5F97"/>
    <w:rsid w:val="00E07358"/>
    <w:rsid w:val="00E0737D"/>
    <w:rsid w:val="00E07712"/>
    <w:rsid w:val="00E07A0F"/>
    <w:rsid w:val="00E07B87"/>
    <w:rsid w:val="00E16644"/>
    <w:rsid w:val="00E16D0B"/>
    <w:rsid w:val="00E2551E"/>
    <w:rsid w:val="00E54903"/>
    <w:rsid w:val="00E70D7A"/>
    <w:rsid w:val="00E774A3"/>
    <w:rsid w:val="00EA6DA8"/>
    <w:rsid w:val="00EB5743"/>
    <w:rsid w:val="00EC6E2C"/>
    <w:rsid w:val="00ED7682"/>
    <w:rsid w:val="00EE20D0"/>
    <w:rsid w:val="00EE76E3"/>
    <w:rsid w:val="00F03104"/>
    <w:rsid w:val="00F272CA"/>
    <w:rsid w:val="00F3144B"/>
    <w:rsid w:val="00F4139D"/>
    <w:rsid w:val="00F446F8"/>
    <w:rsid w:val="00F477ED"/>
    <w:rsid w:val="00F47CCA"/>
    <w:rsid w:val="00F544C6"/>
    <w:rsid w:val="00F6326F"/>
    <w:rsid w:val="00F671C3"/>
    <w:rsid w:val="00F75D91"/>
    <w:rsid w:val="00F91DF8"/>
    <w:rsid w:val="00FC556C"/>
    <w:rsid w:val="00FC77B7"/>
    <w:rsid w:val="00FE24DE"/>
    <w:rsid w:val="00FE368E"/>
    <w:rsid w:val="00FE59B4"/>
    <w:rsid w:val="00FF3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3072"/>
  </w:style>
  <w:style w:type="paragraph" w:styleId="3">
    <w:name w:val="heading 3"/>
    <w:basedOn w:val="a"/>
    <w:next w:val="a"/>
    <w:qFormat/>
    <w:rsid w:val="00403072"/>
    <w:pPr>
      <w:keepNext/>
      <w:ind w:right="-1333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307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03072"/>
  </w:style>
  <w:style w:type="table" w:styleId="a5">
    <w:name w:val="Table Grid"/>
    <w:basedOn w:val="a1"/>
    <w:rsid w:val="004030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24892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5E177B"/>
    <w:pPr>
      <w:spacing w:after="120"/>
      <w:ind w:left="283"/>
    </w:pPr>
    <w:rPr>
      <w:sz w:val="24"/>
      <w:szCs w:val="24"/>
    </w:rPr>
  </w:style>
  <w:style w:type="paragraph" w:styleId="a8">
    <w:name w:val="Body Text"/>
    <w:basedOn w:val="a"/>
    <w:rsid w:val="001B7F68"/>
    <w:pPr>
      <w:spacing w:after="120"/>
    </w:pPr>
  </w:style>
  <w:style w:type="paragraph" w:customStyle="1" w:styleId="ConsPlusNormal">
    <w:name w:val="ConsPlusNormal"/>
    <w:rsid w:val="00A37D70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a9">
    <w:name w:val="Обычный текст"/>
    <w:basedOn w:val="a"/>
    <w:qFormat/>
    <w:rsid w:val="00932560"/>
    <w:pPr>
      <w:ind w:firstLine="709"/>
      <w:jc w:val="both"/>
    </w:pPr>
    <w:rPr>
      <w:sz w:val="24"/>
      <w:szCs w:val="24"/>
      <w:lang w:val="en-US" w:eastAsia="ar-SA" w:bidi="en-US"/>
    </w:rPr>
  </w:style>
  <w:style w:type="paragraph" w:styleId="aa">
    <w:name w:val="footer"/>
    <w:basedOn w:val="a"/>
    <w:link w:val="ab"/>
    <w:rsid w:val="008B50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B50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XXX</Company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Larisa</dc:creator>
  <cp:keywords/>
  <dc:description/>
  <cp:lastModifiedBy>User</cp:lastModifiedBy>
  <cp:revision>21</cp:revision>
  <cp:lastPrinted>2016-12-23T06:05:00Z</cp:lastPrinted>
  <dcterms:created xsi:type="dcterms:W3CDTF">2016-12-16T07:01:00Z</dcterms:created>
  <dcterms:modified xsi:type="dcterms:W3CDTF">2016-12-23T12:08:00Z</dcterms:modified>
</cp:coreProperties>
</file>